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287" w:rsidRPr="00F40F41" w:rsidRDefault="00D1261C" w:rsidP="005521D4">
      <w:pPr>
        <w:pStyle w:val="Heading1"/>
        <w:jc w:val="center"/>
      </w:pPr>
      <w:r>
        <w:t xml:space="preserve">Project Manager </w:t>
      </w:r>
      <w:r w:rsidR="00F40F41" w:rsidRPr="00F40F41">
        <w:t>Meeting Agenda</w:t>
      </w:r>
    </w:p>
    <w:p w:rsidR="00AB0287" w:rsidRPr="00B610A7" w:rsidRDefault="00F40F41" w:rsidP="00F40F41">
      <w:pPr>
        <w:pStyle w:val="Subtitle"/>
        <w:pBdr>
          <w:top w:val="single" w:sz="18" w:space="1" w:color="4DA4D8" w:themeColor="accent3" w:themeTint="99"/>
        </w:pBdr>
        <w:spacing w:before="0"/>
        <w:rPr>
          <w:rFonts w:ascii="Georgia" w:hAnsi="Georgia"/>
          <w:color w:val="auto"/>
          <w:sz w:val="22"/>
          <w:szCs w:val="22"/>
        </w:rPr>
      </w:pPr>
      <w:r w:rsidRPr="00B610A7">
        <w:rPr>
          <w:rFonts w:ascii="Georgia" w:hAnsi="Georgia"/>
          <w:color w:val="auto"/>
          <w:sz w:val="22"/>
          <w:szCs w:val="22"/>
        </w:rPr>
        <w:t xml:space="preserve">Meeting </w:t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  <w:t xml:space="preserve">date time </w:t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  <w:t xml:space="preserve"> </w:t>
      </w:r>
      <w:r w:rsidR="00B610A7">
        <w:rPr>
          <w:rFonts w:ascii="Georgia" w:hAnsi="Georgia"/>
          <w:color w:val="auto"/>
          <w:sz w:val="22"/>
          <w:szCs w:val="22"/>
        </w:rPr>
        <w:t xml:space="preserve">  </w:t>
      </w:r>
      <w:r w:rsidRPr="00B610A7">
        <w:rPr>
          <w:rFonts w:ascii="Georgia" w:hAnsi="Georgia"/>
          <w:color w:val="auto"/>
          <w:sz w:val="22"/>
          <w:szCs w:val="22"/>
        </w:rPr>
        <w:t>Meeting</w:t>
      </w:r>
      <w:r w:rsidR="006A0C09" w:rsidRPr="00B610A7">
        <w:rPr>
          <w:rFonts w:ascii="Georgia" w:hAnsi="Georgia"/>
          <w:color w:val="auto"/>
          <w:sz w:val="22"/>
          <w:szCs w:val="22"/>
        </w:rPr>
        <w:t xml:space="preserve"> </w:t>
      </w:r>
      <w:sdt>
        <w:sdtPr>
          <w:rPr>
            <w:rStyle w:val="SubtleEmphasis"/>
            <w:rFonts w:ascii="Georgia" w:hAnsi="Georgia"/>
            <w:i w:val="0"/>
            <w:iCs w:val="0"/>
            <w:sz w:val="22"/>
            <w:szCs w:val="22"/>
          </w:rPr>
          <w:id w:val="465398058"/>
          <w:placeholder>
            <w:docPart w:val="2175AFDDFE1341F1874A3FA9EE425451"/>
          </w:placeholder>
          <w15:appearance w15:val="hidden"/>
        </w:sdtPr>
        <w:sdtEndPr>
          <w:rPr>
            <w:rStyle w:val="DefaultParagraphFont"/>
            <w:color w:val="9F2936" w:themeColor="accent2"/>
          </w:rPr>
        </w:sdtEndPr>
        <w:sdtContent>
          <w:r w:rsidRPr="00B610A7">
            <w:rPr>
              <w:rStyle w:val="SubtleEmphasis"/>
              <w:rFonts w:ascii="Georgia" w:hAnsi="Georgia"/>
              <w:i w:val="0"/>
              <w:iCs w:val="0"/>
              <w:sz w:val="22"/>
              <w:szCs w:val="22"/>
            </w:rPr>
            <w:t>Location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5400"/>
        <w:gridCol w:w="5400"/>
      </w:tblGrid>
      <w:tr w:rsidR="00F40F41" w:rsidRPr="00B610A7">
        <w:tc>
          <w:tcPr>
            <w:tcW w:w="5400" w:type="dxa"/>
          </w:tcPr>
          <w:tbl>
            <w:tblPr>
              <w:tblpPr w:leftFromText="180" w:rightFromText="180" w:horzAnchor="margin" w:tblpY="420"/>
              <w:tblOverlap w:val="never"/>
              <w:tblW w:w="5390" w:type="dxa"/>
              <w:tblBorders>
                <w:top w:val="single" w:sz="8" w:space="0" w:color="89C2E5" w:themeColor="accent3" w:themeTint="66"/>
                <w:bottom w:val="single" w:sz="8" w:space="0" w:color="89C2E5" w:themeColor="accent3" w:themeTint="66"/>
                <w:right w:val="single" w:sz="36" w:space="0" w:color="89C2E5" w:themeColor="accent3" w:themeTint="66"/>
                <w:insideH w:val="single" w:sz="8" w:space="0" w:color="89C2E5" w:themeColor="accent3" w:themeTint="66"/>
                <w:insideV w:val="single" w:sz="8" w:space="0" w:color="89C2E5" w:themeColor="accent3" w:themeTint="66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1"/>
            </w:tblPr>
            <w:tblGrid>
              <w:gridCol w:w="2407"/>
              <w:gridCol w:w="2983"/>
            </w:tblGrid>
            <w:tr w:rsidR="00F40F41" w:rsidRPr="00B610A7" w:rsidTr="00F40F41">
              <w:tc>
                <w:tcPr>
                  <w:tcW w:w="2407" w:type="dxa"/>
                </w:tcPr>
                <w:p w:rsidR="00F40F41" w:rsidRPr="00B610A7" w:rsidRDefault="00F40F41" w:rsidP="00F40F41">
                  <w:pPr>
                    <w:pStyle w:val="Heading3"/>
                    <w:spacing w:after="0"/>
                    <w:rPr>
                      <w:rFonts w:ascii="Georgia" w:hAnsi="Georgia"/>
                      <w:color w:val="auto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color w:val="auto"/>
                      <w:sz w:val="20"/>
                      <w:szCs w:val="20"/>
                    </w:rPr>
                    <w:t>Meeting called by</w:t>
                  </w:r>
                </w:p>
              </w:tc>
              <w:tc>
                <w:tcPr>
                  <w:tcW w:w="2983" w:type="dxa"/>
                </w:tcPr>
                <w:p w:rsidR="00F40F41" w:rsidRPr="00B610A7" w:rsidRDefault="00F40F41" w:rsidP="00F40F41">
                  <w:pPr>
                    <w:rPr>
                      <w:sz w:val="20"/>
                      <w:szCs w:val="20"/>
                    </w:rPr>
                  </w:pPr>
                  <w:r w:rsidRPr="00B610A7">
                    <w:rPr>
                      <w:sz w:val="20"/>
                      <w:szCs w:val="20"/>
                    </w:rPr>
                    <w:t>Name</w:t>
                  </w:r>
                </w:p>
              </w:tc>
            </w:tr>
            <w:tr w:rsidR="00F40F41" w:rsidRPr="00B610A7" w:rsidTr="00F40F41">
              <w:tc>
                <w:tcPr>
                  <w:tcW w:w="2407" w:type="dxa"/>
                </w:tcPr>
                <w:p w:rsidR="00F40F41" w:rsidRPr="00B610A7" w:rsidRDefault="00F40F41" w:rsidP="00F40F41">
                  <w:pPr>
                    <w:pStyle w:val="Heading3"/>
                    <w:spacing w:after="0"/>
                    <w:rPr>
                      <w:rFonts w:ascii="Georgia" w:hAnsi="Georgia"/>
                      <w:color w:val="auto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color w:val="auto"/>
                      <w:sz w:val="20"/>
                      <w:szCs w:val="20"/>
                    </w:rPr>
                    <w:t>Type of meeting</w:t>
                  </w:r>
                </w:p>
              </w:tc>
              <w:tc>
                <w:tcPr>
                  <w:tcW w:w="2983" w:type="dxa"/>
                </w:tcPr>
                <w:p w:rsidR="00F40F41" w:rsidRPr="00B610A7" w:rsidRDefault="00F40F41" w:rsidP="00F40F41">
                  <w:pPr>
                    <w:rPr>
                      <w:sz w:val="20"/>
                      <w:szCs w:val="20"/>
                    </w:rPr>
                  </w:pPr>
                  <w:r w:rsidRPr="00B610A7">
                    <w:rPr>
                      <w:sz w:val="20"/>
                      <w:szCs w:val="20"/>
                    </w:rPr>
                    <w:t>Purpose</w:t>
                  </w:r>
                </w:p>
              </w:tc>
            </w:tr>
            <w:tr w:rsidR="00F40F41" w:rsidRPr="00B610A7" w:rsidTr="00F40F41">
              <w:tc>
                <w:tcPr>
                  <w:tcW w:w="2407" w:type="dxa"/>
                </w:tcPr>
                <w:p w:rsidR="00F40F41" w:rsidRPr="00B610A7" w:rsidRDefault="00F40F41" w:rsidP="00F40F41">
                  <w:pPr>
                    <w:pStyle w:val="Heading3"/>
                    <w:spacing w:after="0"/>
                    <w:rPr>
                      <w:rFonts w:ascii="Georgia" w:hAnsi="Georgia"/>
                      <w:color w:val="auto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color w:val="auto"/>
                      <w:sz w:val="20"/>
                      <w:szCs w:val="20"/>
                    </w:rPr>
                    <w:t>Facilitator</w:t>
                  </w:r>
                </w:p>
              </w:tc>
              <w:tc>
                <w:tcPr>
                  <w:tcW w:w="2983" w:type="dxa"/>
                </w:tcPr>
                <w:p w:rsidR="00F40F41" w:rsidRPr="00B610A7" w:rsidRDefault="00F40F41" w:rsidP="00F40F41">
                  <w:pPr>
                    <w:rPr>
                      <w:sz w:val="20"/>
                      <w:szCs w:val="20"/>
                    </w:rPr>
                  </w:pPr>
                  <w:r w:rsidRPr="00B610A7">
                    <w:rPr>
                      <w:sz w:val="20"/>
                      <w:szCs w:val="20"/>
                    </w:rPr>
                    <w:t>Name</w:t>
                  </w:r>
                </w:p>
              </w:tc>
            </w:tr>
            <w:tr w:rsidR="00F40F41" w:rsidRPr="00B610A7" w:rsidTr="00F40F41">
              <w:tc>
                <w:tcPr>
                  <w:tcW w:w="2407" w:type="dxa"/>
                </w:tcPr>
                <w:p w:rsidR="00F40F41" w:rsidRPr="00B610A7" w:rsidRDefault="00F40F41" w:rsidP="00F40F41">
                  <w:pPr>
                    <w:pStyle w:val="Heading3"/>
                    <w:spacing w:after="0"/>
                    <w:rPr>
                      <w:rFonts w:ascii="Georgia" w:hAnsi="Georgia"/>
                      <w:color w:val="auto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color w:val="auto"/>
                      <w:sz w:val="20"/>
                      <w:szCs w:val="20"/>
                    </w:rPr>
                    <w:t>Note taker</w:t>
                  </w:r>
                </w:p>
              </w:tc>
              <w:tc>
                <w:tcPr>
                  <w:tcW w:w="2983" w:type="dxa"/>
                </w:tcPr>
                <w:p w:rsidR="00F40F41" w:rsidRPr="00B610A7" w:rsidRDefault="00F40F41" w:rsidP="00F40F41">
                  <w:pPr>
                    <w:rPr>
                      <w:sz w:val="20"/>
                      <w:szCs w:val="20"/>
                    </w:rPr>
                  </w:pPr>
                  <w:r w:rsidRPr="00B610A7">
                    <w:rPr>
                      <w:sz w:val="20"/>
                      <w:szCs w:val="20"/>
                    </w:rPr>
                    <w:t>Name</w:t>
                  </w:r>
                </w:p>
              </w:tc>
            </w:tr>
            <w:tr w:rsidR="00F40F41" w:rsidRPr="00B610A7" w:rsidTr="00F40F41">
              <w:tc>
                <w:tcPr>
                  <w:tcW w:w="2407" w:type="dxa"/>
                </w:tcPr>
                <w:p w:rsidR="00F40F41" w:rsidRPr="00B610A7" w:rsidRDefault="00F40F41" w:rsidP="00F40F41">
                  <w:pPr>
                    <w:pStyle w:val="Heading3"/>
                    <w:spacing w:after="0"/>
                    <w:rPr>
                      <w:rFonts w:ascii="Georgia" w:hAnsi="Georgia"/>
                      <w:color w:val="auto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color w:val="auto"/>
                      <w:sz w:val="20"/>
                      <w:szCs w:val="20"/>
                    </w:rPr>
                    <w:t>Timekeeper</w:t>
                  </w:r>
                </w:p>
              </w:tc>
              <w:tc>
                <w:tcPr>
                  <w:tcW w:w="2983" w:type="dxa"/>
                </w:tcPr>
                <w:p w:rsidR="00F40F41" w:rsidRPr="00B610A7" w:rsidRDefault="00F40F41" w:rsidP="00F40F41">
                  <w:pPr>
                    <w:rPr>
                      <w:sz w:val="20"/>
                      <w:szCs w:val="20"/>
                    </w:rPr>
                  </w:pPr>
                  <w:r w:rsidRPr="00B610A7">
                    <w:rPr>
                      <w:sz w:val="20"/>
                      <w:szCs w:val="20"/>
                    </w:rPr>
                    <w:t>Name</w:t>
                  </w:r>
                </w:p>
              </w:tc>
            </w:tr>
          </w:tbl>
          <w:p w:rsidR="00AB0287" w:rsidRPr="00B610A7" w:rsidRDefault="00AB0287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400" w:type="dxa"/>
          </w:tcPr>
          <w:tbl>
            <w:tblPr>
              <w:tblpPr w:leftFromText="180" w:rightFromText="180" w:horzAnchor="margin" w:tblpY="450"/>
              <w:tblOverlap w:val="never"/>
              <w:tblW w:w="5000" w:type="pct"/>
              <w:tblBorders>
                <w:top w:val="single" w:sz="4" w:space="0" w:color="89C2E5" w:themeColor="accent3" w:themeTint="66"/>
                <w:left w:val="single" w:sz="4" w:space="0" w:color="89C2E5" w:themeColor="accent3" w:themeTint="66"/>
                <w:bottom w:val="single" w:sz="4" w:space="0" w:color="89C2E5" w:themeColor="accent3" w:themeTint="66"/>
                <w:insideH w:val="single" w:sz="4" w:space="0" w:color="89C2E5" w:themeColor="accent3" w:themeTint="66"/>
                <w:insideV w:val="single" w:sz="4" w:space="0" w:color="89C2E5" w:themeColor="accent3" w:themeTint="66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eeting participants 2"/>
            </w:tblPr>
            <w:tblGrid>
              <w:gridCol w:w="5395"/>
            </w:tblGrid>
            <w:tr w:rsidR="00F40F41" w:rsidRPr="00B610A7" w:rsidTr="00B610A7">
              <w:trPr>
                <w:trHeight w:val="2237"/>
              </w:trPr>
              <w:tc>
                <w:tcPr>
                  <w:tcW w:w="5400" w:type="dxa"/>
                </w:tcPr>
                <w:p w:rsidR="00AB0287" w:rsidRPr="00B610A7" w:rsidRDefault="006A0C09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  <w:r w:rsidRPr="00B610A7">
                    <w:rPr>
                      <w:rFonts w:ascii="Georgia" w:hAnsi="Georgia"/>
                      <w:sz w:val="20"/>
                      <w:szCs w:val="20"/>
                    </w:rPr>
                    <w:t>Attendees</w:t>
                  </w:r>
                </w:p>
                <w:p w:rsidR="00F40F41" w:rsidRPr="00B610A7" w:rsidRDefault="00F40F41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B610A7" w:rsidRPr="00B610A7" w:rsidRDefault="00B610A7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B610A7" w:rsidRPr="00B610A7" w:rsidRDefault="00B610A7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B610A7" w:rsidRPr="00B610A7" w:rsidRDefault="00B610A7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AB0287" w:rsidRPr="00B610A7" w:rsidRDefault="00B370EB" w:rsidP="00F40F41">
                  <w:pPr>
                    <w:spacing w:after="0"/>
                    <w:rPr>
                      <w:rFonts w:ascii="Georgia" w:hAnsi="Georgia"/>
                      <w:sz w:val="20"/>
                      <w:szCs w:val="20"/>
                    </w:rPr>
                  </w:pPr>
                  <w:sdt>
                    <w:sdtPr>
                      <w:rPr>
                        <w:rFonts w:ascii="Georgia" w:hAnsi="Georgia"/>
                        <w:sz w:val="20"/>
                        <w:szCs w:val="20"/>
                      </w:rPr>
                      <w:id w:val="1493522722"/>
                      <w:placeholder>
                        <w:docPart w:val="513A57FFC72745FFA522894B97D51063"/>
                      </w:placeholder>
                      <w15:appearance w15:val="hidden"/>
                    </w:sdtPr>
                    <w:sdtEndPr/>
                    <w:sdtContent>
                      <w:r w:rsidR="00F40F41" w:rsidRPr="00B610A7">
                        <w:rPr>
                          <w:rFonts w:ascii="Georgia" w:hAnsi="Georgia"/>
                          <w:sz w:val="20"/>
                          <w:szCs w:val="20"/>
                        </w:rPr>
                        <w:t>Attendees</w:t>
                      </w:r>
                    </w:sdtContent>
                  </w:sdt>
                </w:p>
              </w:tc>
            </w:tr>
          </w:tbl>
          <w:p w:rsidR="00AB0287" w:rsidRPr="00B610A7" w:rsidRDefault="00AB0287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F40F41" w:rsidRPr="00F40F41" w:rsidRDefault="00F40F41" w:rsidP="00F40F41"/>
    <w:p w:rsidR="00AB0287" w:rsidRPr="00B610A7" w:rsidRDefault="006A0C09" w:rsidP="00F40F41">
      <w:pPr>
        <w:rPr>
          <w:rFonts w:ascii="Georgia" w:hAnsi="Georgia"/>
          <w:sz w:val="22"/>
          <w:szCs w:val="22"/>
        </w:rPr>
      </w:pPr>
      <w:r w:rsidRPr="00B610A7">
        <w:rPr>
          <w:rFonts w:ascii="Georgia" w:hAnsi="Georgia"/>
          <w:sz w:val="22"/>
          <w:szCs w:val="22"/>
        </w:rPr>
        <w:t xml:space="preserve">Discussion </w:t>
      </w:r>
    </w:p>
    <w:p w:rsidR="00F40F41" w:rsidRPr="00B610A7" w:rsidRDefault="00F40F41" w:rsidP="00F40F41">
      <w:pPr>
        <w:rPr>
          <w:rFonts w:ascii="Georgia" w:hAnsi="Georgia"/>
          <w:sz w:val="22"/>
          <w:szCs w:val="22"/>
        </w:rPr>
      </w:pPr>
      <w:r w:rsidRPr="00B610A7">
        <w:rPr>
          <w:rFonts w:ascii="Georgia" w:hAnsi="Georgia"/>
          <w:sz w:val="22"/>
          <w:szCs w:val="22"/>
        </w:rPr>
        <w:t xml:space="preserve">Conclusion </w:t>
      </w:r>
    </w:p>
    <w:p w:rsidR="00F40F41" w:rsidRPr="00B610A7" w:rsidRDefault="00F40F41" w:rsidP="00F40F41">
      <w:pPr>
        <w:rPr>
          <w:rFonts w:ascii="Georgia" w:hAnsi="Georgia"/>
          <w:sz w:val="22"/>
          <w:szCs w:val="22"/>
        </w:rPr>
      </w:pPr>
    </w:p>
    <w:p w:rsidR="00F40F41" w:rsidRPr="00F40F41" w:rsidRDefault="00F40F41" w:rsidP="00F40F41">
      <w:pPr>
        <w:pStyle w:val="Heading2"/>
      </w:pPr>
      <w:r w:rsidRPr="00F40F41">
        <w:t>Agenda Topics</w:t>
      </w:r>
    </w:p>
    <w:p w:rsidR="00F40F41" w:rsidRPr="00F40F41" w:rsidRDefault="00F40F41" w:rsidP="00F40F41"/>
    <w:tbl>
      <w:tblPr>
        <w:tblW w:w="5000" w:type="pct"/>
        <w:tblBorders>
          <w:top w:val="single" w:sz="4" w:space="0" w:color="89C2E5" w:themeColor="accent3" w:themeTint="66"/>
          <w:bottom w:val="single" w:sz="4" w:space="0" w:color="89C2E5" w:themeColor="accent3" w:themeTint="66"/>
          <w:right w:val="single" w:sz="4" w:space="0" w:color="89C2E5" w:themeColor="accent3" w:themeTint="66"/>
          <w:insideH w:val="single" w:sz="4" w:space="0" w:color="89C2E5" w:themeColor="accent3" w:themeTint="66"/>
          <w:insideV w:val="single" w:sz="4" w:space="0" w:color="89C2E5" w:themeColor="accent3" w:themeTint="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ction items 1"/>
      </w:tblPr>
      <w:tblGrid>
        <w:gridCol w:w="6300"/>
        <w:gridCol w:w="2340"/>
        <w:gridCol w:w="2160"/>
      </w:tblGrid>
      <w:tr w:rsidR="00F40F41" w:rsidRPr="00F40F41" w:rsidTr="00B610A7">
        <w:trPr>
          <w:tblHeader/>
        </w:trPr>
        <w:tc>
          <w:tcPr>
            <w:tcW w:w="6300" w:type="dxa"/>
          </w:tcPr>
          <w:p w:rsidR="00AB0287" w:rsidRPr="00B610A7" w:rsidRDefault="006A0C09" w:rsidP="00F40F41">
            <w:pPr>
              <w:rPr>
                <w:b/>
                <w:bCs/>
                <w:sz w:val="24"/>
                <w:szCs w:val="24"/>
              </w:rPr>
            </w:pPr>
            <w:r w:rsidRPr="00B610A7">
              <w:rPr>
                <w:b/>
                <w:bCs/>
                <w:sz w:val="24"/>
                <w:szCs w:val="24"/>
              </w:rPr>
              <w:t>A</w:t>
            </w:r>
            <w:r w:rsidR="00B610A7" w:rsidRPr="00B610A7">
              <w:rPr>
                <w:b/>
                <w:bCs/>
                <w:sz w:val="24"/>
                <w:szCs w:val="24"/>
              </w:rPr>
              <w:t>ctions</w:t>
            </w:r>
          </w:p>
        </w:tc>
        <w:tc>
          <w:tcPr>
            <w:tcW w:w="2340" w:type="dxa"/>
          </w:tcPr>
          <w:p w:rsidR="00AB0287" w:rsidRPr="00B610A7" w:rsidRDefault="00B610A7" w:rsidP="00F40F41">
            <w:pPr>
              <w:rPr>
                <w:b/>
                <w:bCs/>
                <w:sz w:val="24"/>
                <w:szCs w:val="24"/>
              </w:rPr>
            </w:pPr>
            <w:r w:rsidRPr="00B610A7">
              <w:rPr>
                <w:b/>
                <w:bCs/>
                <w:sz w:val="24"/>
                <w:szCs w:val="24"/>
              </w:rPr>
              <w:t>Person R</w:t>
            </w:r>
            <w:r w:rsidR="006A0C09" w:rsidRPr="00B610A7">
              <w:rPr>
                <w:b/>
                <w:bCs/>
                <w:sz w:val="24"/>
                <w:szCs w:val="24"/>
              </w:rPr>
              <w:t>esponsible</w:t>
            </w:r>
          </w:p>
        </w:tc>
        <w:tc>
          <w:tcPr>
            <w:tcW w:w="2160" w:type="dxa"/>
            <w:tcBorders>
              <w:right w:val="nil"/>
            </w:tcBorders>
          </w:tcPr>
          <w:p w:rsidR="00AB0287" w:rsidRPr="00B610A7" w:rsidRDefault="006A0C09" w:rsidP="00F40F41">
            <w:pPr>
              <w:rPr>
                <w:b/>
                <w:bCs/>
                <w:sz w:val="24"/>
                <w:szCs w:val="24"/>
              </w:rPr>
            </w:pPr>
            <w:r w:rsidRPr="00B610A7">
              <w:rPr>
                <w:b/>
                <w:bCs/>
                <w:sz w:val="24"/>
                <w:szCs w:val="24"/>
              </w:rPr>
              <w:t>Deadline</w:t>
            </w:r>
          </w:p>
        </w:tc>
      </w:tr>
      <w:tr w:rsidR="00F40F41" w:rsidRPr="00F40F41" w:rsidTr="00B610A7">
        <w:sdt>
          <w:sdtPr>
            <w:rPr>
              <w:rFonts w:ascii="Georgia" w:hAnsi="Georgia"/>
              <w:sz w:val="20"/>
              <w:szCs w:val="20"/>
            </w:rPr>
            <w:id w:val="-2051980392"/>
            <w:placeholder>
              <w:docPart w:val="8C3EAB75B3A2459B9A891EB864A5D3D8"/>
            </w:placeholder>
            <w15:appearance w15:val="hidden"/>
          </w:sdtPr>
          <w:sdtEndPr/>
          <w:sdtContent>
            <w:tc>
              <w:tcPr>
                <w:tcW w:w="6300" w:type="dxa"/>
              </w:tcPr>
              <w:p w:rsidR="00AB0287" w:rsidRPr="00B610A7" w:rsidRDefault="00F40F41">
                <w:pPr>
                  <w:spacing w:after="0"/>
                  <w:rPr>
                    <w:rFonts w:ascii="Georgia" w:hAnsi="Georgia"/>
                    <w:sz w:val="20"/>
                    <w:szCs w:val="20"/>
                  </w:rPr>
                </w:pPr>
                <w:r w:rsidRPr="00B610A7">
                  <w:rPr>
                    <w:rFonts w:ascii="Georgia" w:hAnsi="Georgia"/>
                    <w:sz w:val="20"/>
                    <w:szCs w:val="20"/>
                  </w:rPr>
                  <w:t>Topic</w:t>
                </w:r>
              </w:p>
            </w:tc>
          </w:sdtContent>
        </w:sdt>
        <w:sdt>
          <w:sdtPr>
            <w:rPr>
              <w:rFonts w:ascii="Georgia" w:hAnsi="Georgia"/>
              <w:sz w:val="20"/>
              <w:szCs w:val="20"/>
            </w:rPr>
            <w:id w:val="1861236787"/>
            <w:placeholder>
              <w:docPart w:val="C687CBCA5E714F9A81AA303030313852"/>
            </w:placeholder>
            <w15:appearance w15:val="hidden"/>
          </w:sdtPr>
          <w:sdtEndPr/>
          <w:sdtContent>
            <w:tc>
              <w:tcPr>
                <w:tcW w:w="2340" w:type="dxa"/>
              </w:tcPr>
              <w:p w:rsidR="00AB0287" w:rsidRPr="00B610A7" w:rsidRDefault="00F40F41" w:rsidP="00F40F41">
                <w:pPr>
                  <w:spacing w:after="0"/>
                  <w:rPr>
                    <w:rFonts w:ascii="Georgia" w:hAnsi="Georgia"/>
                    <w:sz w:val="20"/>
                    <w:szCs w:val="20"/>
                  </w:rPr>
                </w:pPr>
                <w:r w:rsidRPr="00B610A7">
                  <w:rPr>
                    <w:rFonts w:ascii="Georgia" w:hAnsi="Georgia"/>
                    <w:sz w:val="20"/>
                    <w:szCs w:val="20"/>
                  </w:rPr>
                  <w:t>Person</w:t>
                </w:r>
              </w:p>
            </w:tc>
          </w:sdtContent>
        </w:sdt>
        <w:tc>
          <w:tcPr>
            <w:tcW w:w="2160" w:type="dxa"/>
            <w:tcBorders>
              <w:right w:val="nil"/>
            </w:tcBorders>
          </w:tcPr>
          <w:p w:rsidR="00AB0287" w:rsidRPr="00B610A7" w:rsidRDefault="00AB0287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F40F41" w:rsidRPr="00F40F41" w:rsidTr="00B610A7">
        <w:sdt>
          <w:sdtPr>
            <w:rPr>
              <w:rFonts w:ascii="Georgia" w:hAnsi="Georgia"/>
              <w:sz w:val="20"/>
              <w:szCs w:val="20"/>
            </w:rPr>
            <w:id w:val="1997984982"/>
            <w:placeholder>
              <w:docPart w:val="8C3EAB75B3A2459B9A891EB864A5D3D8"/>
            </w:placeholder>
            <w15:appearance w15:val="hidden"/>
          </w:sdtPr>
          <w:sdtEndPr/>
          <w:sdtContent>
            <w:tc>
              <w:tcPr>
                <w:tcW w:w="6300" w:type="dxa"/>
              </w:tcPr>
              <w:p w:rsidR="00AB0287" w:rsidRPr="00B610A7" w:rsidRDefault="00F40F41">
                <w:pPr>
                  <w:spacing w:after="0"/>
                  <w:rPr>
                    <w:rFonts w:ascii="Georgia" w:hAnsi="Georgia"/>
                    <w:sz w:val="20"/>
                    <w:szCs w:val="20"/>
                  </w:rPr>
                </w:pPr>
                <w:r w:rsidRPr="00B610A7">
                  <w:rPr>
                    <w:rFonts w:ascii="Georgia" w:hAnsi="Georgia"/>
                    <w:sz w:val="20"/>
                    <w:szCs w:val="20"/>
                  </w:rPr>
                  <w:t>Topic</w:t>
                </w:r>
              </w:p>
            </w:tc>
          </w:sdtContent>
        </w:sdt>
        <w:sdt>
          <w:sdtPr>
            <w:rPr>
              <w:rFonts w:ascii="Georgia" w:hAnsi="Georgia"/>
              <w:sz w:val="20"/>
              <w:szCs w:val="20"/>
            </w:rPr>
            <w:id w:val="2122103617"/>
            <w:placeholder>
              <w:docPart w:val="C687CBCA5E714F9A81AA303030313852"/>
            </w:placeholder>
            <w15:appearance w15:val="hidden"/>
          </w:sdtPr>
          <w:sdtEndPr/>
          <w:sdtContent>
            <w:tc>
              <w:tcPr>
                <w:tcW w:w="2340" w:type="dxa"/>
              </w:tcPr>
              <w:p w:rsidR="00AB0287" w:rsidRPr="00B610A7" w:rsidRDefault="00F40F41" w:rsidP="00F40F41">
                <w:pPr>
                  <w:spacing w:after="0"/>
                  <w:rPr>
                    <w:rFonts w:ascii="Georgia" w:hAnsi="Georgia"/>
                    <w:sz w:val="20"/>
                    <w:szCs w:val="20"/>
                  </w:rPr>
                </w:pPr>
                <w:r w:rsidRPr="00B610A7">
                  <w:rPr>
                    <w:rFonts w:ascii="Georgia" w:hAnsi="Georgia"/>
                    <w:sz w:val="20"/>
                    <w:szCs w:val="20"/>
                  </w:rPr>
                  <w:t>Person</w:t>
                </w:r>
              </w:p>
            </w:tc>
          </w:sdtContent>
        </w:sdt>
        <w:tc>
          <w:tcPr>
            <w:tcW w:w="2160" w:type="dxa"/>
            <w:tcBorders>
              <w:right w:val="nil"/>
            </w:tcBorders>
          </w:tcPr>
          <w:p w:rsidR="00AB0287" w:rsidRPr="00B610A7" w:rsidRDefault="00AB0287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F40F41" w:rsidRPr="00F40F41" w:rsidTr="00B610A7">
        <w:tc>
          <w:tcPr>
            <w:tcW w:w="6300" w:type="dxa"/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F40F41" w:rsidRPr="00B610A7" w:rsidRDefault="00F40F41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F40F41" w:rsidRPr="00F40F41" w:rsidTr="00B610A7">
        <w:tc>
          <w:tcPr>
            <w:tcW w:w="6300" w:type="dxa"/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F40F41" w:rsidRPr="00B610A7" w:rsidRDefault="00F40F41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5521D4" w:rsidRPr="00F40F41" w:rsidTr="00B610A7">
        <w:tc>
          <w:tcPr>
            <w:tcW w:w="6300" w:type="dxa"/>
          </w:tcPr>
          <w:p w:rsidR="005521D4" w:rsidRPr="00B610A7" w:rsidRDefault="005521D4" w:rsidP="005521D4">
            <w:pPr>
              <w:spacing w:after="0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5521D4" w:rsidRPr="00B610A7" w:rsidRDefault="005521D4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5521D4" w:rsidRPr="00F40F41" w:rsidTr="00B610A7">
        <w:tc>
          <w:tcPr>
            <w:tcW w:w="6300" w:type="dxa"/>
          </w:tcPr>
          <w:p w:rsidR="005521D4" w:rsidRPr="00B610A7" w:rsidRDefault="005521D4" w:rsidP="005521D4">
            <w:pPr>
              <w:spacing w:after="0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5521D4" w:rsidRPr="00B610A7" w:rsidRDefault="005521D4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5521D4" w:rsidRPr="00F40F41" w:rsidTr="00B610A7">
        <w:tc>
          <w:tcPr>
            <w:tcW w:w="6300" w:type="dxa"/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5521D4" w:rsidRPr="00B610A7" w:rsidRDefault="005521D4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F40F41" w:rsidRPr="00F40F41" w:rsidTr="00B610A7">
        <w:tc>
          <w:tcPr>
            <w:tcW w:w="6300" w:type="dxa"/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F40F41" w:rsidRPr="00B610A7" w:rsidRDefault="00F40F41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5521D4" w:rsidRPr="00F40F41" w:rsidTr="00B610A7">
        <w:tc>
          <w:tcPr>
            <w:tcW w:w="6300" w:type="dxa"/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5521D4" w:rsidRPr="00B610A7" w:rsidRDefault="005521D4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5521D4" w:rsidRPr="00B610A7" w:rsidRDefault="005521D4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F40F41" w:rsidRPr="00F40F41" w:rsidTr="00B610A7">
        <w:tc>
          <w:tcPr>
            <w:tcW w:w="6300" w:type="dxa"/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340" w:type="dxa"/>
          </w:tcPr>
          <w:p w:rsidR="00F40F41" w:rsidRPr="00B610A7" w:rsidRDefault="00F40F41" w:rsidP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F40F41" w:rsidRPr="00B610A7" w:rsidRDefault="00F40F41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AB0287" w:rsidRPr="00B610A7" w:rsidRDefault="00F40F41" w:rsidP="00B610A7">
      <w:pPr>
        <w:pStyle w:val="Subtitle"/>
        <w:pBdr>
          <w:top w:val="single" w:sz="18" w:space="1" w:color="4DA4D8" w:themeColor="accent3" w:themeTint="99"/>
        </w:pBdr>
        <w:rPr>
          <w:rFonts w:ascii="Georgia" w:hAnsi="Georgia"/>
          <w:color w:val="auto"/>
          <w:sz w:val="22"/>
          <w:szCs w:val="22"/>
        </w:rPr>
      </w:pPr>
      <w:r w:rsidRPr="00B610A7">
        <w:rPr>
          <w:rFonts w:ascii="Georgia" w:hAnsi="Georgia"/>
          <w:color w:val="auto"/>
          <w:sz w:val="22"/>
          <w:szCs w:val="22"/>
        </w:rPr>
        <w:t xml:space="preserve">Time allotted </w:t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="006A0C09" w:rsidRPr="00B610A7">
        <w:rPr>
          <w:rFonts w:ascii="Georgia" w:hAnsi="Georgia"/>
          <w:color w:val="auto"/>
          <w:sz w:val="22"/>
          <w:szCs w:val="22"/>
        </w:rPr>
        <w:t xml:space="preserve"> </w:t>
      </w:r>
      <w:sdt>
        <w:sdtPr>
          <w:rPr>
            <w:rStyle w:val="SubtleEmphasis"/>
            <w:rFonts w:ascii="Georgia" w:hAnsi="Georgia"/>
            <w:i w:val="0"/>
            <w:iCs w:val="0"/>
            <w:sz w:val="22"/>
            <w:szCs w:val="22"/>
          </w:rPr>
          <w:id w:val="-1825570311"/>
          <w:placeholder>
            <w:docPart w:val="D1D728DD347141F6A2A0CBC4DE931347"/>
          </w:placeholder>
          <w15:appearance w15:val="hidden"/>
        </w:sdtPr>
        <w:sdtEndPr>
          <w:rPr>
            <w:rStyle w:val="DefaultParagraphFont"/>
            <w:color w:val="9F2936" w:themeColor="accent2"/>
          </w:rPr>
        </w:sdtEndPr>
        <w:sdtContent>
          <w:r w:rsidRPr="00B610A7">
            <w:rPr>
              <w:rStyle w:val="SubtleEmphasis"/>
              <w:rFonts w:ascii="Georgia" w:hAnsi="Georgia"/>
              <w:i w:val="0"/>
              <w:iCs w:val="0"/>
              <w:sz w:val="22"/>
              <w:szCs w:val="22"/>
            </w:rPr>
            <w:t>Time</w:t>
          </w:r>
        </w:sdtContent>
      </w:sdt>
      <w:r w:rsidRPr="00B610A7">
        <w:rPr>
          <w:rFonts w:ascii="Georgia" w:hAnsi="Georgia"/>
          <w:color w:val="auto"/>
          <w:sz w:val="22"/>
          <w:szCs w:val="22"/>
        </w:rPr>
        <w:t xml:space="preserve"> </w:t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="00B610A7" w:rsidRPr="00B610A7">
        <w:rPr>
          <w:rFonts w:ascii="Georgia" w:hAnsi="Georgia"/>
          <w:color w:val="auto"/>
          <w:sz w:val="22"/>
          <w:szCs w:val="22"/>
        </w:rPr>
        <w:t xml:space="preserve"> T</w:t>
      </w:r>
      <w:r w:rsidR="006A0C09" w:rsidRPr="00B610A7">
        <w:rPr>
          <w:rFonts w:ascii="Georgia" w:hAnsi="Georgia"/>
          <w:color w:val="auto"/>
          <w:sz w:val="22"/>
          <w:szCs w:val="22"/>
        </w:rPr>
        <w:t xml:space="preserve">opic </w:t>
      </w:r>
      <w:sdt>
        <w:sdtPr>
          <w:rPr>
            <w:rStyle w:val="SubtleEmphasis"/>
            <w:rFonts w:ascii="Georgia" w:hAnsi="Georgia"/>
            <w:i w:val="0"/>
            <w:iCs w:val="0"/>
            <w:sz w:val="22"/>
            <w:szCs w:val="22"/>
          </w:rPr>
          <w:id w:val="-155380706"/>
          <w:placeholder>
            <w:docPart w:val="30963A7080DF465BB50645809EE98ADB"/>
          </w:placeholder>
          <w15:appearance w15:val="hidden"/>
        </w:sdtPr>
        <w:sdtEndPr>
          <w:rPr>
            <w:rStyle w:val="DefaultParagraphFont"/>
            <w:color w:val="9F2936" w:themeColor="accent2"/>
          </w:rPr>
        </w:sdtEndPr>
        <w:sdtContent>
          <w:sdt>
            <w:sdtPr>
              <w:rPr>
                <w:rFonts w:ascii="Georgia" w:hAnsi="Georgia"/>
                <w:color w:val="auto"/>
                <w:sz w:val="22"/>
                <w:szCs w:val="22"/>
              </w:rPr>
              <w:id w:val="-687147752"/>
              <w:placeholder>
                <w:docPart w:val="C7DBDD7DD82E490191FF162C40362667"/>
              </w:placeholder>
              <w15:appearance w15:val="hidden"/>
            </w:sdtPr>
            <w:sdtEndPr/>
            <w:sdtContent>
              <w:r w:rsidRPr="00B610A7">
                <w:rPr>
                  <w:rFonts w:ascii="Georgia" w:hAnsi="Georgia"/>
                  <w:color w:val="auto"/>
                  <w:sz w:val="22"/>
                  <w:szCs w:val="22"/>
                </w:rPr>
                <w:t>Time</w:t>
              </w:r>
            </w:sdtContent>
          </w:sdt>
        </w:sdtContent>
      </w:sdt>
      <w:r w:rsidRPr="00B610A7">
        <w:rPr>
          <w:rFonts w:ascii="Georgia" w:hAnsi="Georgia"/>
          <w:color w:val="auto"/>
          <w:sz w:val="22"/>
          <w:szCs w:val="22"/>
        </w:rPr>
        <w:t xml:space="preserve"> </w:t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Pr="00B610A7">
        <w:rPr>
          <w:rFonts w:ascii="Georgia" w:hAnsi="Georgia"/>
          <w:color w:val="auto"/>
          <w:sz w:val="22"/>
          <w:szCs w:val="22"/>
        </w:rPr>
        <w:tab/>
      </w:r>
      <w:r w:rsidR="00B610A7" w:rsidRPr="00B610A7">
        <w:rPr>
          <w:rFonts w:ascii="Georgia" w:hAnsi="Georgia"/>
          <w:color w:val="auto"/>
          <w:sz w:val="22"/>
          <w:szCs w:val="22"/>
        </w:rPr>
        <w:tab/>
      </w:r>
      <w:r w:rsidR="00B610A7" w:rsidRPr="00B610A7">
        <w:rPr>
          <w:rFonts w:ascii="Georgia" w:hAnsi="Georgia"/>
          <w:color w:val="auto"/>
          <w:sz w:val="22"/>
          <w:szCs w:val="22"/>
        </w:rPr>
        <w:tab/>
        <w:t>Person</w:t>
      </w:r>
      <w:r w:rsidR="006A0C09" w:rsidRPr="00B610A7">
        <w:rPr>
          <w:rFonts w:ascii="Georgia" w:hAnsi="Georgia"/>
          <w:color w:val="auto"/>
          <w:sz w:val="22"/>
          <w:szCs w:val="22"/>
        </w:rPr>
        <w:t xml:space="preserve"> </w:t>
      </w:r>
      <w:sdt>
        <w:sdtPr>
          <w:rPr>
            <w:rStyle w:val="SubtleEmphasis"/>
            <w:rFonts w:ascii="Georgia" w:hAnsi="Georgia"/>
            <w:i w:val="0"/>
            <w:iCs w:val="0"/>
            <w:sz w:val="22"/>
            <w:szCs w:val="22"/>
          </w:rPr>
          <w:id w:val="396180210"/>
          <w:placeholder>
            <w:docPart w:val="36B45384A5064D188D271D1B020FA33C"/>
          </w:placeholder>
          <w15:appearance w15:val="hidden"/>
        </w:sdtPr>
        <w:sdtEndPr>
          <w:rPr>
            <w:rStyle w:val="DefaultParagraphFont"/>
            <w:color w:val="9F2936" w:themeColor="accent2"/>
          </w:rPr>
        </w:sdtEndPr>
        <w:sdtContent>
          <w:sdt>
            <w:sdtPr>
              <w:rPr>
                <w:rStyle w:val="SubtleEmphasis"/>
                <w:rFonts w:ascii="Georgia" w:hAnsi="Georgia"/>
                <w:i w:val="0"/>
                <w:iCs w:val="0"/>
                <w:sz w:val="22"/>
                <w:szCs w:val="22"/>
              </w:rPr>
              <w:id w:val="405653129"/>
              <w:placeholder>
                <w:docPart w:val="B701A06774B84184ABF754B980154D68"/>
              </w:placeholder>
              <w15:appearance w15:val="hidden"/>
            </w:sdtPr>
            <w:sdtEndPr>
              <w:rPr>
                <w:rStyle w:val="DefaultParagraphFont"/>
                <w:color w:val="9F2936" w:themeColor="accent2"/>
              </w:rPr>
            </w:sdtEndPr>
            <w:sdtContent>
              <w:r w:rsidRPr="00B610A7">
                <w:rPr>
                  <w:rStyle w:val="SubtleEmphasis"/>
                  <w:rFonts w:ascii="Georgia" w:hAnsi="Georgia"/>
                  <w:i w:val="0"/>
                  <w:iCs w:val="0"/>
                  <w:sz w:val="22"/>
                  <w:szCs w:val="22"/>
                </w:rPr>
                <w:t>Time</w:t>
              </w:r>
            </w:sdtContent>
          </w:sdt>
        </w:sdtContent>
      </w:sdt>
    </w:p>
    <w:p w:rsidR="00F40F41" w:rsidRDefault="00F40F41" w:rsidP="00F40F41">
      <w:pPr>
        <w:rPr>
          <w:rFonts w:ascii="Georgia" w:hAnsi="Georgia"/>
        </w:rPr>
      </w:pPr>
    </w:p>
    <w:p w:rsidR="00F40F41" w:rsidRPr="00F40F41" w:rsidRDefault="00F40F41">
      <w:pPr>
        <w:rPr>
          <w:rFonts w:ascii="Georgia" w:hAnsi="Georgia"/>
        </w:rPr>
      </w:pPr>
    </w:p>
    <w:p w:rsidR="00AB0287" w:rsidRPr="00B610A7" w:rsidRDefault="006A0C09" w:rsidP="00F40F41">
      <w:pPr>
        <w:rPr>
          <w:rFonts w:ascii="Georgia" w:hAnsi="Georgia"/>
          <w:sz w:val="22"/>
          <w:szCs w:val="22"/>
        </w:rPr>
      </w:pPr>
      <w:r w:rsidRPr="00B610A7">
        <w:rPr>
          <w:rFonts w:ascii="Georgia" w:hAnsi="Georgia"/>
          <w:sz w:val="22"/>
          <w:szCs w:val="22"/>
        </w:rPr>
        <w:t>Special notes</w:t>
      </w:r>
      <w:r w:rsidR="00F40F41" w:rsidRPr="00B610A7">
        <w:rPr>
          <w:rFonts w:ascii="Georgia" w:hAnsi="Georgia"/>
          <w:sz w:val="22"/>
          <w:szCs w:val="22"/>
        </w:rPr>
        <w:t>:</w:t>
      </w:r>
      <w:r w:rsidRPr="00B610A7">
        <w:rPr>
          <w:rFonts w:ascii="Georgia" w:hAnsi="Georgia"/>
          <w:sz w:val="22"/>
          <w:szCs w:val="22"/>
        </w:rPr>
        <w:t xml:space="preserve"> </w:t>
      </w:r>
      <w:r w:rsidR="00B610A7" w:rsidRPr="00B610A7">
        <w:rPr>
          <w:rFonts w:ascii="Georgia" w:hAnsi="Georgia"/>
          <w:sz w:val="22"/>
          <w:szCs w:val="22"/>
        </w:rPr>
        <w:tab/>
      </w:r>
      <w:r w:rsidR="00B610A7" w:rsidRPr="00B610A7">
        <w:rPr>
          <w:rFonts w:ascii="Georgia" w:hAnsi="Georgia"/>
          <w:sz w:val="22"/>
          <w:szCs w:val="22"/>
        </w:rPr>
        <w:tab/>
      </w:r>
      <w:r w:rsidR="00F40F41" w:rsidRPr="00B610A7">
        <w:rPr>
          <w:rFonts w:ascii="Georgia" w:hAnsi="Georgia"/>
          <w:sz w:val="22"/>
          <w:szCs w:val="22"/>
        </w:rPr>
        <w:tab/>
        <w:t>Type notes here</w:t>
      </w:r>
      <w:bookmarkStart w:id="0" w:name="_GoBack"/>
      <w:bookmarkEnd w:id="0"/>
    </w:p>
    <w:sectPr w:rsidR="00AB0287" w:rsidRPr="00B610A7" w:rsidSect="00552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Borders w:offsetFrom="page">
        <w:top w:val="single" w:sz="36" w:space="24" w:color="0070C0"/>
        <w:left w:val="single" w:sz="36" w:space="24" w:color="0070C0"/>
        <w:bottom w:val="single" w:sz="36" w:space="24" w:color="0070C0"/>
        <w:right w:val="single" w:sz="36" w:space="24" w:color="0070C0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0EB" w:rsidRDefault="00B370EB">
      <w:r>
        <w:separator/>
      </w:r>
    </w:p>
    <w:p w:rsidR="00B370EB" w:rsidRDefault="00B370EB"/>
    <w:p w:rsidR="00B370EB" w:rsidRDefault="00B370EB"/>
  </w:endnote>
  <w:endnote w:type="continuationSeparator" w:id="0">
    <w:p w:rsidR="00B370EB" w:rsidRDefault="00B370EB">
      <w:r>
        <w:continuationSeparator/>
      </w:r>
    </w:p>
    <w:p w:rsidR="00B370EB" w:rsidRDefault="00B370EB"/>
    <w:p w:rsidR="00B370EB" w:rsidRDefault="00B37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1D4" w:rsidRDefault="005521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287" w:rsidRDefault="006A0C09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40F41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1D4" w:rsidRDefault="00552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0EB" w:rsidRDefault="00B370EB">
      <w:r>
        <w:separator/>
      </w:r>
    </w:p>
    <w:p w:rsidR="00B370EB" w:rsidRDefault="00B370EB"/>
    <w:p w:rsidR="00B370EB" w:rsidRDefault="00B370EB"/>
  </w:footnote>
  <w:footnote w:type="continuationSeparator" w:id="0">
    <w:p w:rsidR="00B370EB" w:rsidRDefault="00B370EB">
      <w:r>
        <w:continuationSeparator/>
      </w:r>
    </w:p>
    <w:p w:rsidR="00B370EB" w:rsidRDefault="00B370EB"/>
    <w:p w:rsidR="00B370EB" w:rsidRDefault="00B37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1D4" w:rsidRDefault="00B370EB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309685" o:spid="_x0000_s2065" type="#_x0000_t75" style="position:absolute;left:0;text-align:left;margin-left:0;margin-top:0;width:1059.35pt;height:830.6pt;z-index:-251657216;mso-position-horizontal:center;mso-position-horizontal-relative:margin;mso-position-vertical:center;mso-position-vertical-relative:margin" o:allowincell="f">
          <v:imagedata r:id="rId1" o:title="8661556301_a1c5478548_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1D4" w:rsidRDefault="00B370EB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309686" o:spid="_x0000_s2066" type="#_x0000_t75" style="position:absolute;left:0;text-align:left;margin-left:0;margin-top:0;width:1059.35pt;height:830.6pt;z-index:-251656192;mso-position-horizontal:center;mso-position-horizontal-relative:margin;mso-position-vertical:center;mso-position-vertical-relative:margin" o:allowincell="f">
          <v:imagedata r:id="rId1" o:title="8661556301_a1c5478548_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1D4" w:rsidRDefault="00B370EB">
    <w:pPr>
      <w:pStyle w:val="Header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309684" o:spid="_x0000_s2064" type="#_x0000_t75" style="position:absolute;left:0;text-align:left;margin-left:0;margin-top:0;width:1059.35pt;height:830.6pt;z-index:-251658240;mso-position-horizontal:center;mso-position-horizontal-relative:margin;mso-position-vertical:center;mso-position-vertical-relative:margin" wrapcoords="-38 0 -38 21551 21600 21551 21600 0 -38 0" o:allowincell="f">
          <v:imagedata r:id="rId1" o:title="8661556301_a1c5478548_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462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E8CC1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2A0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3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65A0C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34C0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E59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92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6CC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8E3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09"/>
    <w:rsid w:val="005521D4"/>
    <w:rsid w:val="006A0C09"/>
    <w:rsid w:val="00AB0287"/>
    <w:rsid w:val="00B370EB"/>
    <w:rsid w:val="00B610A7"/>
    <w:rsid w:val="00D1261C"/>
    <w:rsid w:val="00E543E9"/>
    <w:rsid w:val="00F4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  <w14:docId w14:val="3AEB3097"/>
  <w15:chartTrackingRefBased/>
  <w15:docId w15:val="{A02DB620-4ACB-4EE8-99FA-16A21EA0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0" w:unhideWhenUsed="1" w:qFormat="1"/>
    <w:lsdException w:name="Intense Emphasis" w:semiHidden="1" w:uiPriority="0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F40F41"/>
    <w:pPr>
      <w:pBdr>
        <w:bottom w:val="single" w:sz="18" w:space="1" w:color="4DA4D8" w:themeColor="accent3" w:themeTint="99"/>
      </w:pBdr>
      <w:spacing w:before="0"/>
      <w:outlineLvl w:val="0"/>
    </w:pPr>
    <w:rPr>
      <w:rFonts w:ascii="Georgia" w:hAnsi="Georgia"/>
      <w:b/>
      <w:bCs/>
      <w:sz w:val="40"/>
      <w:szCs w:val="40"/>
    </w:rPr>
  </w:style>
  <w:style w:type="paragraph" w:styleId="Heading2">
    <w:name w:val="heading 2"/>
    <w:basedOn w:val="Heading1"/>
    <w:next w:val="Normal"/>
    <w:unhideWhenUsed/>
    <w:qFormat/>
    <w:rsid w:val="00F40F41"/>
    <w:pPr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1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Pr>
      <w:sz w:val="21"/>
      <w:szCs w:val="21"/>
    </w:rPr>
  </w:style>
  <w:style w:type="paragraph" w:styleId="Title">
    <w:name w:val="Title"/>
    <w:basedOn w:val="Normal"/>
    <w:next w:val="Normal"/>
    <w:qFormat/>
    <w:pPr>
      <w:ind w:left="0"/>
    </w:pPr>
    <w:rPr>
      <w:rFonts w:asciiTheme="majorHAnsi" w:eastAsiaTheme="majorEastAsia" w:hAnsiTheme="majorHAnsi" w:cstheme="majorBidi"/>
      <w:color w:val="9F2936" w:themeColor="accent2"/>
      <w:sz w:val="50"/>
      <w:szCs w:val="50"/>
    </w:rPr>
  </w:style>
  <w:style w:type="paragraph" w:styleId="Subtitle">
    <w:name w:val="Subtitle"/>
    <w:basedOn w:val="Normal"/>
    <w:next w:val="Normal"/>
    <w:unhideWhenUsed/>
    <w:qFormat/>
    <w:pPr>
      <w:keepNext/>
      <w:keepLines/>
      <w:numPr>
        <w:ilvl w:val="1"/>
      </w:numPr>
      <w:pBdr>
        <w:top w:val="single" w:sz="4" w:space="1" w:color="1B587C" w:themeColor="accent3"/>
      </w:pBdr>
      <w:spacing w:before="360" w:after="160"/>
      <w:ind w:left="72"/>
    </w:pPr>
    <w:rPr>
      <w:rFonts w:asciiTheme="majorHAnsi" w:eastAsiaTheme="majorEastAsia" w:hAnsiTheme="majorHAnsi" w:cstheme="majorBidi"/>
      <w:color w:val="9F2936" w:themeColor="accent2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40F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F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F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F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F4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Meeting%20minutes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175AFDDFE1341F1874A3FA9EE425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8CB9C-A416-4207-A19B-C03AB80D9B75}"/>
      </w:docPartPr>
      <w:docPartBody>
        <w:p w:rsidR="0093799D" w:rsidRDefault="0093799D">
          <w:pPr>
            <w:pStyle w:val="2175AFDDFE1341F1874A3FA9EE425451"/>
          </w:pPr>
          <w:r>
            <w:rPr>
              <w:rStyle w:val="SubtleEmphasis"/>
            </w:rPr>
            <w:t>[Location]</w:t>
          </w:r>
        </w:p>
      </w:docPartBody>
    </w:docPart>
    <w:docPart>
      <w:docPartPr>
        <w:name w:val="513A57FFC72745FFA522894B97D51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6865C-E967-4E45-9D97-35A6F67F6A0F}"/>
      </w:docPartPr>
      <w:docPartBody>
        <w:p w:rsidR="0093799D" w:rsidRDefault="0093799D">
          <w:pPr>
            <w:pStyle w:val="513A57FFC72745FFA522894B97D51063"/>
          </w:pPr>
          <w:r>
            <w:t>[Attendees]</w:t>
          </w:r>
        </w:p>
      </w:docPartBody>
    </w:docPart>
    <w:docPart>
      <w:docPartPr>
        <w:name w:val="D1D728DD347141F6A2A0CBC4DE931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AC9A4-25A4-48F0-BAE5-240B3838857E}"/>
      </w:docPartPr>
      <w:docPartBody>
        <w:p w:rsidR="0093799D" w:rsidRDefault="0093799D">
          <w:pPr>
            <w:pStyle w:val="D1D728DD347141F6A2A0CBC4DE931347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30963A7080DF465BB50645809EE98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6BE66-CADA-450E-AA60-09D81F3E3073}"/>
      </w:docPartPr>
      <w:docPartBody>
        <w:p w:rsidR="0093799D" w:rsidRDefault="0093799D">
          <w:pPr>
            <w:pStyle w:val="30963A7080DF465BB50645809EE98ADB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36B45384A5064D188D271D1B020FA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5CC71-AC92-412E-B071-22D839E740B1}"/>
      </w:docPartPr>
      <w:docPartBody>
        <w:p w:rsidR="0093799D" w:rsidRDefault="0093799D">
          <w:pPr>
            <w:pStyle w:val="36B45384A5064D188D271D1B020FA33C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8C3EAB75B3A2459B9A891EB864A5D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21692-4D39-4578-840E-3343151EAF0B}"/>
      </w:docPartPr>
      <w:docPartBody>
        <w:p w:rsidR="0093799D" w:rsidRDefault="0093799D">
          <w:pPr>
            <w:pStyle w:val="8C3EAB75B3A2459B9A891EB864A5D3D8"/>
          </w:pPr>
          <w:r>
            <w:t>[Topic]</w:t>
          </w:r>
        </w:p>
      </w:docPartBody>
    </w:docPart>
    <w:docPart>
      <w:docPartPr>
        <w:name w:val="C687CBCA5E714F9A81AA303030313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F5B79-7728-419F-9030-D70B0EA25E97}"/>
      </w:docPartPr>
      <w:docPartBody>
        <w:p w:rsidR="0093799D" w:rsidRDefault="0093799D">
          <w:pPr>
            <w:pStyle w:val="C687CBCA5E714F9A81AA303030313852"/>
          </w:pPr>
          <w:r>
            <w:t>[Presenter]</w:t>
          </w:r>
        </w:p>
      </w:docPartBody>
    </w:docPart>
    <w:docPart>
      <w:docPartPr>
        <w:name w:val="C7DBDD7DD82E490191FF162C40362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68793-9883-47FD-B54E-8189851B7955}"/>
      </w:docPartPr>
      <w:docPartBody>
        <w:p w:rsidR="00391383" w:rsidRDefault="0093799D" w:rsidP="0093799D">
          <w:pPr>
            <w:pStyle w:val="C7DBDD7DD82E490191FF162C40362667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B701A06774B84184ABF754B980154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A30C4-C3B6-481C-9EE7-0A8A634F537D}"/>
      </w:docPartPr>
      <w:docPartBody>
        <w:p w:rsidR="00391383" w:rsidRDefault="0093799D" w:rsidP="0093799D">
          <w:pPr>
            <w:pStyle w:val="B701A06774B84184ABF754B980154D68"/>
          </w:pPr>
          <w:r>
            <w:rPr>
              <w:rStyle w:val="SubtleEmphasis"/>
            </w:rPr>
            <w:t>[Time]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9D"/>
    <w:rsid w:val="00391383"/>
    <w:rsid w:val="0093799D"/>
    <w:rsid w:val="00A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44ACEA13FD4246876317392D68CC0B">
    <w:name w:val="6444ACEA13FD4246876317392D68CC0B"/>
  </w:style>
  <w:style w:type="character" w:styleId="SubtleEmphasis">
    <w:name w:val="Subtle Emphasis"/>
    <w:basedOn w:val="DefaultParagraphFont"/>
    <w:unhideWhenUsed/>
    <w:qFormat/>
    <w:rsid w:val="0093799D"/>
    <w:rPr>
      <w:i/>
      <w:iCs/>
      <w:color w:val="auto"/>
    </w:rPr>
  </w:style>
  <w:style w:type="paragraph" w:customStyle="1" w:styleId="DD00C2886C2C4B758B4948A3D03987F2">
    <w:name w:val="DD00C2886C2C4B758B4948A3D03987F2"/>
  </w:style>
  <w:style w:type="paragraph" w:customStyle="1" w:styleId="2175AFDDFE1341F1874A3FA9EE425451">
    <w:name w:val="2175AFDDFE1341F1874A3FA9EE425451"/>
  </w:style>
  <w:style w:type="paragraph" w:customStyle="1" w:styleId="747B6EDA69354AD99156CFA9B6891B67">
    <w:name w:val="747B6EDA69354AD99156CFA9B6891B67"/>
  </w:style>
  <w:style w:type="paragraph" w:customStyle="1" w:styleId="AC151D7BF085412F9EAE06A12CF549C1">
    <w:name w:val="AC151D7BF085412F9EAE06A12CF549C1"/>
  </w:style>
  <w:style w:type="paragraph" w:customStyle="1" w:styleId="513A57FFC72745FFA522894B97D51063">
    <w:name w:val="513A57FFC72745FFA522894B97D51063"/>
  </w:style>
  <w:style w:type="paragraph" w:customStyle="1" w:styleId="D1D728DD347141F6A2A0CBC4DE931347">
    <w:name w:val="D1D728DD347141F6A2A0CBC4DE931347"/>
  </w:style>
  <w:style w:type="paragraph" w:customStyle="1" w:styleId="30963A7080DF465BB50645809EE98ADB">
    <w:name w:val="30963A7080DF465BB50645809EE98ADB"/>
  </w:style>
  <w:style w:type="paragraph" w:customStyle="1" w:styleId="36B45384A5064D188D271D1B020FA33C">
    <w:name w:val="36B45384A5064D188D271D1B020FA33C"/>
  </w:style>
  <w:style w:type="paragraph" w:customStyle="1" w:styleId="6475EF82BF6D400FB05DA8F986CDA729">
    <w:name w:val="6475EF82BF6D400FB05DA8F986CDA729"/>
  </w:style>
  <w:style w:type="paragraph" w:customStyle="1" w:styleId="F74B00ACCCF246F1BAA7CC07A40BAF94">
    <w:name w:val="F74B00ACCCF246F1BAA7CC07A40BAF94"/>
  </w:style>
  <w:style w:type="paragraph" w:customStyle="1" w:styleId="8C3EAB75B3A2459B9A891EB864A5D3D8">
    <w:name w:val="8C3EAB75B3A2459B9A891EB864A5D3D8"/>
  </w:style>
  <w:style w:type="paragraph" w:customStyle="1" w:styleId="C687CBCA5E714F9A81AA303030313852">
    <w:name w:val="C687CBCA5E714F9A81AA303030313852"/>
  </w:style>
  <w:style w:type="paragraph" w:customStyle="1" w:styleId="8EF15E92668B423EBF5B3251C375AC9A">
    <w:name w:val="8EF15E92668B423EBF5B3251C375AC9A"/>
  </w:style>
  <w:style w:type="paragraph" w:customStyle="1" w:styleId="93760A2611DE44828BC28FF7D484D8AD">
    <w:name w:val="93760A2611DE44828BC28FF7D484D8AD"/>
  </w:style>
  <w:style w:type="paragraph" w:customStyle="1" w:styleId="38DD54372BFD417893E2786085C3DF3D">
    <w:name w:val="38DD54372BFD417893E2786085C3DF3D"/>
  </w:style>
  <w:style w:type="paragraph" w:customStyle="1" w:styleId="C74B9F2F91B74457959C98106B1EEDD1">
    <w:name w:val="C74B9F2F91B74457959C98106B1EEDD1"/>
    <w:rsid w:val="0093799D"/>
  </w:style>
  <w:style w:type="paragraph" w:customStyle="1" w:styleId="C5EBD1C301E24560AA8A8E562D696F8A">
    <w:name w:val="C5EBD1C301E24560AA8A8E562D696F8A"/>
    <w:rsid w:val="0093799D"/>
  </w:style>
  <w:style w:type="paragraph" w:customStyle="1" w:styleId="C177BE19ACF14079B64C83F8CE9F6B6A">
    <w:name w:val="C177BE19ACF14079B64C83F8CE9F6B6A"/>
    <w:rsid w:val="0093799D"/>
  </w:style>
  <w:style w:type="paragraph" w:customStyle="1" w:styleId="C0AFA99D44544F7E93AEF7133D8A7EFE">
    <w:name w:val="C0AFA99D44544F7E93AEF7133D8A7EFE"/>
    <w:rsid w:val="0093799D"/>
  </w:style>
  <w:style w:type="paragraph" w:customStyle="1" w:styleId="721EF02B0F9549889940C6773283DC3B">
    <w:name w:val="721EF02B0F9549889940C6773283DC3B"/>
    <w:rsid w:val="0093799D"/>
  </w:style>
  <w:style w:type="paragraph" w:customStyle="1" w:styleId="AED4F9DAAA884F81AD47E4BA16CC9787">
    <w:name w:val="AED4F9DAAA884F81AD47E4BA16CC9787"/>
    <w:rsid w:val="0093799D"/>
  </w:style>
  <w:style w:type="paragraph" w:customStyle="1" w:styleId="C01E1BD88E4648D2AF125B9FCFD338CD">
    <w:name w:val="C01E1BD88E4648D2AF125B9FCFD338CD"/>
    <w:rsid w:val="0093799D"/>
  </w:style>
  <w:style w:type="paragraph" w:customStyle="1" w:styleId="2FB0CF16DFB848F0B539E74C58BEB1E4">
    <w:name w:val="2FB0CF16DFB848F0B539E74C58BEB1E4"/>
    <w:rsid w:val="0093799D"/>
  </w:style>
  <w:style w:type="paragraph" w:customStyle="1" w:styleId="969DB211EAAD4BB491249101D1DCCE02">
    <w:name w:val="969DB211EAAD4BB491249101D1DCCE02"/>
    <w:rsid w:val="0093799D"/>
  </w:style>
  <w:style w:type="paragraph" w:customStyle="1" w:styleId="CDF4F7F082944093BBEDB8F1F45B590B">
    <w:name w:val="CDF4F7F082944093BBEDB8F1F45B590B"/>
    <w:rsid w:val="0093799D"/>
  </w:style>
  <w:style w:type="paragraph" w:customStyle="1" w:styleId="F36802861AA14D63AB0E2844A967A2B8">
    <w:name w:val="F36802861AA14D63AB0E2844A967A2B8"/>
    <w:rsid w:val="0093799D"/>
  </w:style>
  <w:style w:type="paragraph" w:customStyle="1" w:styleId="3473644AFB054E62B7CD74134538A2AF">
    <w:name w:val="3473644AFB054E62B7CD74134538A2AF"/>
    <w:rsid w:val="0093799D"/>
  </w:style>
  <w:style w:type="paragraph" w:customStyle="1" w:styleId="32F800550DDF4BC980CB46A7BBD38C73">
    <w:name w:val="32F800550DDF4BC980CB46A7BBD38C73"/>
    <w:rsid w:val="0093799D"/>
  </w:style>
  <w:style w:type="paragraph" w:customStyle="1" w:styleId="E6B3BBF62E91446FBDAF469C7D7B2648">
    <w:name w:val="E6B3BBF62E91446FBDAF469C7D7B2648"/>
    <w:rsid w:val="0093799D"/>
  </w:style>
  <w:style w:type="paragraph" w:customStyle="1" w:styleId="D88E39529FA74414A002A0AD6011421D">
    <w:name w:val="D88E39529FA74414A002A0AD6011421D"/>
    <w:rsid w:val="0093799D"/>
  </w:style>
  <w:style w:type="paragraph" w:customStyle="1" w:styleId="9AA29E6B24164915A0807746017DD1CD">
    <w:name w:val="9AA29E6B24164915A0807746017DD1CD"/>
    <w:rsid w:val="0093799D"/>
  </w:style>
  <w:style w:type="paragraph" w:customStyle="1" w:styleId="D2D75FA6F4744A1A8E7650BBA04F706C">
    <w:name w:val="D2D75FA6F4744A1A8E7650BBA04F706C"/>
    <w:rsid w:val="0093799D"/>
  </w:style>
  <w:style w:type="paragraph" w:customStyle="1" w:styleId="890F35E1A7F74F2E8921AA0357167723">
    <w:name w:val="890F35E1A7F74F2E8921AA0357167723"/>
    <w:rsid w:val="0093799D"/>
  </w:style>
  <w:style w:type="paragraph" w:customStyle="1" w:styleId="173E6AE2925F4FA2AC2D6661C167727B">
    <w:name w:val="173E6AE2925F4FA2AC2D6661C167727B"/>
    <w:rsid w:val="0093799D"/>
  </w:style>
  <w:style w:type="paragraph" w:customStyle="1" w:styleId="3E428239119544F6BA02C62683C66AE9">
    <w:name w:val="3E428239119544F6BA02C62683C66AE9"/>
    <w:rsid w:val="0093799D"/>
  </w:style>
  <w:style w:type="paragraph" w:customStyle="1" w:styleId="59DC6EF437264222839068AB166F8A29">
    <w:name w:val="59DC6EF437264222839068AB166F8A29"/>
    <w:rsid w:val="0093799D"/>
  </w:style>
  <w:style w:type="paragraph" w:customStyle="1" w:styleId="805734BDE2BD43B2B69F54F5216A86E2">
    <w:name w:val="805734BDE2BD43B2B69F54F5216A86E2"/>
    <w:rsid w:val="0093799D"/>
  </w:style>
  <w:style w:type="paragraph" w:customStyle="1" w:styleId="AB147EF540B7417C9D07851D21605162">
    <w:name w:val="AB147EF540B7417C9D07851D21605162"/>
    <w:rsid w:val="0093799D"/>
  </w:style>
  <w:style w:type="paragraph" w:customStyle="1" w:styleId="C7DBDD7DD82E490191FF162C40362667">
    <w:name w:val="C7DBDD7DD82E490191FF162C40362667"/>
    <w:rsid w:val="0093799D"/>
  </w:style>
  <w:style w:type="paragraph" w:customStyle="1" w:styleId="B701A06774B84184ABF754B980154D68">
    <w:name w:val="B701A06774B84184ABF754B980154D68"/>
    <w:rsid w:val="0093799D"/>
  </w:style>
  <w:style w:type="paragraph" w:customStyle="1" w:styleId="87EF0879FEE944A8A77F8C6926340479">
    <w:name w:val="87EF0879FEE944A8A77F8C6926340479"/>
    <w:rsid w:val="0093799D"/>
  </w:style>
  <w:style w:type="paragraph" w:customStyle="1" w:styleId="910743F91E09418691CE8CDEBAD78918">
    <w:name w:val="910743F91E09418691CE8CDEBAD78918"/>
    <w:rsid w:val="0093799D"/>
  </w:style>
  <w:style w:type="paragraph" w:customStyle="1" w:styleId="0084F2D802364C4398AC85A107951658">
    <w:name w:val="0084F2D802364C4398AC85A107951658"/>
    <w:rsid w:val="0093799D"/>
  </w:style>
  <w:style w:type="paragraph" w:customStyle="1" w:styleId="91103DF6A7C744CAAB8198BDD25B259B">
    <w:name w:val="91103DF6A7C744CAAB8198BDD25B259B"/>
    <w:rsid w:val="0093799D"/>
  </w:style>
  <w:style w:type="paragraph" w:customStyle="1" w:styleId="EA0F446592C24626B07D47B22B89A01E">
    <w:name w:val="EA0F446592C24626B07D47B22B89A01E"/>
    <w:rsid w:val="0093799D"/>
  </w:style>
  <w:style w:type="paragraph" w:customStyle="1" w:styleId="ADDF9B351F484EFF88D88ABB802A12F5">
    <w:name w:val="ADDF9B351F484EFF88D88ABB802A12F5"/>
    <w:rsid w:val="0093799D"/>
  </w:style>
  <w:style w:type="paragraph" w:customStyle="1" w:styleId="F238D2D3CA1340E8B5B2337662631EED">
    <w:name w:val="F238D2D3CA1340E8B5B2337662631EED"/>
    <w:rsid w:val="0093799D"/>
  </w:style>
  <w:style w:type="paragraph" w:customStyle="1" w:styleId="93861B6B59AD4FB7B57B3925FA0459C8">
    <w:name w:val="93861B6B59AD4FB7B57B3925FA0459C8"/>
    <w:rsid w:val="0093799D"/>
  </w:style>
  <w:style w:type="paragraph" w:customStyle="1" w:styleId="A255D28F3FD94F05B3C1F84BCC4BA226">
    <w:name w:val="A255D28F3FD94F05B3C1F84BCC4BA226"/>
    <w:rsid w:val="0093799D"/>
  </w:style>
  <w:style w:type="paragraph" w:customStyle="1" w:styleId="2B388F10A0894A3FA9E21387257B8F65">
    <w:name w:val="2B388F10A0894A3FA9E21387257B8F65"/>
    <w:rsid w:val="0093799D"/>
  </w:style>
  <w:style w:type="paragraph" w:customStyle="1" w:styleId="325344DFA0034AF5B38D7064697CA28A">
    <w:name w:val="325344DFA0034AF5B38D7064697CA28A"/>
    <w:rsid w:val="0093799D"/>
  </w:style>
  <w:style w:type="paragraph" w:customStyle="1" w:styleId="02E21D02A0ED4ADC9759E0A96B466659">
    <w:name w:val="02E21D02A0ED4ADC9759E0A96B466659"/>
    <w:rsid w:val="0093799D"/>
  </w:style>
  <w:style w:type="paragraph" w:customStyle="1" w:styleId="69BC00ADD92E4354917E1CBABA34FF3C">
    <w:name w:val="69BC00ADD92E4354917E1CBABA34FF3C"/>
    <w:rsid w:val="0093799D"/>
  </w:style>
  <w:style w:type="paragraph" w:customStyle="1" w:styleId="76D2941DD2B840C6AC858789B2D4D85C">
    <w:name w:val="76D2941DD2B840C6AC858789B2D4D85C"/>
    <w:rsid w:val="009379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87A86-92B5-4F24-9108-BC1A1998D6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A3823-B62C-4C3E-AFCE-F754C368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minutes(3)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 www.Win2Farsi.com</dc:creator>
  <cp:keywords/>
  <cp:lastModifiedBy>Muhammad Khalid Farooq</cp:lastModifiedBy>
  <cp:revision>2</cp:revision>
  <dcterms:created xsi:type="dcterms:W3CDTF">2016-07-27T14:50:00Z</dcterms:created>
  <dcterms:modified xsi:type="dcterms:W3CDTF">2016-07-27T14:50:00Z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TC034630809991</vt:lpwstr>
  </property>
</Properties>
</file>