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AEEF3" w:themeColor="accent5" w:themeTint="33"/>
  <w:body>
    <w:p w:rsidR="0028138A" w:rsidRDefault="00E0492B" w:rsidP="00E0492B">
      <w:pPr>
        <w:pStyle w:val="Heading2"/>
        <w:jc w:val="center"/>
        <w:rPr>
          <w:sz w:val="28"/>
        </w:rPr>
      </w:pPr>
      <w:r w:rsidRPr="00BE4268">
        <w:rPr>
          <w:color w:val="215868" w:themeColor="accent5" w:themeShade="80"/>
          <w:sz w:val="28"/>
        </w:rPr>
        <w:t>MEETING AGENDA</w:t>
      </w:r>
    </w:p>
    <w:p w:rsidR="00B64157" w:rsidRDefault="00B64157" w:rsidP="00E0492B">
      <w:pPr>
        <w:rPr>
          <w:b/>
          <w:color w:val="215868" w:themeColor="accent5" w:themeShade="80"/>
          <w:sz w:val="24"/>
          <w:u w:val="single"/>
        </w:rPr>
      </w:pPr>
    </w:p>
    <w:p w:rsidR="00E0492B" w:rsidRPr="00BE4268" w:rsidRDefault="00E0492B" w:rsidP="00E0492B">
      <w:pPr>
        <w:rPr>
          <w:b/>
          <w:color w:val="215868" w:themeColor="accent5" w:themeShade="80"/>
          <w:sz w:val="24"/>
          <w:u w:val="single"/>
        </w:rPr>
      </w:pPr>
      <w:r w:rsidRPr="00BE4268">
        <w:rPr>
          <w:b/>
          <w:color w:val="215868" w:themeColor="accent5" w:themeShade="80"/>
          <w:sz w:val="24"/>
          <w:u w:val="single"/>
        </w:rPr>
        <w:t>INFORMATION OF MEETING</w:t>
      </w:r>
      <w:r w:rsidRPr="00BE4268">
        <w:rPr>
          <w:b/>
          <w:color w:val="215868" w:themeColor="accent5" w:themeShade="80"/>
          <w:sz w:val="24"/>
          <w:u w:val="single"/>
        </w:rPr>
        <w:tab/>
      </w:r>
      <w:r w:rsidRPr="00BE4268">
        <w:rPr>
          <w:b/>
          <w:color w:val="215868" w:themeColor="accent5" w:themeShade="80"/>
          <w:sz w:val="24"/>
          <w:u w:val="single"/>
        </w:rPr>
        <w:tab/>
      </w:r>
      <w:r w:rsidRPr="00BE4268">
        <w:rPr>
          <w:b/>
          <w:color w:val="215868" w:themeColor="accent5" w:themeShade="80"/>
          <w:sz w:val="24"/>
          <w:u w:val="single"/>
        </w:rPr>
        <w:tab/>
      </w:r>
      <w:r w:rsidRPr="00BE4268">
        <w:rPr>
          <w:b/>
          <w:color w:val="215868" w:themeColor="accent5" w:themeShade="80"/>
          <w:sz w:val="24"/>
          <w:u w:val="single"/>
        </w:rPr>
        <w:tab/>
      </w:r>
      <w:r w:rsidRPr="00BE4268">
        <w:rPr>
          <w:b/>
          <w:color w:val="215868" w:themeColor="accent5" w:themeShade="80"/>
          <w:sz w:val="24"/>
          <w:u w:val="single"/>
        </w:rPr>
        <w:tab/>
      </w:r>
      <w:r w:rsidRPr="00BE4268">
        <w:rPr>
          <w:b/>
          <w:color w:val="215868" w:themeColor="accent5" w:themeShade="80"/>
          <w:sz w:val="24"/>
          <w:u w:val="single"/>
        </w:rPr>
        <w:tab/>
      </w:r>
      <w:r w:rsidRPr="00BE4268">
        <w:rPr>
          <w:b/>
          <w:color w:val="215868" w:themeColor="accent5" w:themeShade="80"/>
          <w:sz w:val="24"/>
          <w:u w:val="single"/>
        </w:rPr>
        <w:tab/>
      </w:r>
      <w:r w:rsidRPr="00BE4268">
        <w:rPr>
          <w:b/>
          <w:color w:val="215868" w:themeColor="accent5" w:themeShade="80"/>
          <w:sz w:val="24"/>
          <w:u w:val="single"/>
        </w:rPr>
        <w:tab/>
      </w:r>
      <w:r w:rsidRPr="00BE4268">
        <w:rPr>
          <w:b/>
          <w:color w:val="215868" w:themeColor="accent5" w:themeShade="80"/>
          <w:sz w:val="24"/>
          <w:u w:val="single"/>
        </w:rPr>
        <w:tab/>
      </w:r>
      <w:r w:rsidRPr="00BE4268">
        <w:rPr>
          <w:b/>
          <w:color w:val="215868" w:themeColor="accent5" w:themeShade="80"/>
          <w:sz w:val="24"/>
          <w:u w:val="single"/>
        </w:rPr>
        <w:tab/>
      </w:r>
    </w:p>
    <w:p w:rsidR="00E0492B" w:rsidRDefault="00E0492B" w:rsidP="00E0492B">
      <w:r>
        <w:t>Objective</w:t>
      </w:r>
      <w:r w:rsidR="00C17E4C">
        <w:tab/>
      </w:r>
      <w:r w:rsidR="00622040">
        <w:tab/>
      </w:r>
      <w:sdt>
        <w:sdtPr>
          <w:alias w:val="Objective"/>
          <w:tag w:val="Objective"/>
          <w:id w:val="-2663116"/>
          <w:placeholder>
            <w:docPart w:val="22E43C9CB6BCFB479EE0C03CC4AB8808"/>
          </w:placeholder>
          <w:showingPlcHdr/>
          <w:text w:multiLine="1"/>
        </w:sdtPr>
        <w:sdtEndPr/>
        <w:sdtContent>
          <w:r w:rsidR="00C17E4C" w:rsidRPr="00B04202">
            <w:rPr>
              <w:rStyle w:val="PlaceholderText"/>
            </w:rPr>
            <w:t>Click here to enter text.</w:t>
          </w:r>
        </w:sdtContent>
      </w:sdt>
      <w:r>
        <w:br/>
        <w:t>Date</w:t>
      </w:r>
      <w:r>
        <w:tab/>
      </w:r>
      <w:r>
        <w:tab/>
      </w:r>
      <w:r w:rsidR="00622040">
        <w:tab/>
      </w:r>
      <w:sdt>
        <w:sdtPr>
          <w:id w:val="1291247252"/>
          <w:placeholder>
            <w:docPart w:val="FB70B76FC0DB704ABA54C3EE2409F001"/>
          </w:placeholder>
          <w:showingPlcHdr/>
          <w:date>
            <w:dateFormat w:val="dd-MMM-yy"/>
            <w:lid w:val="en-US"/>
            <w:storeMappedDataAs w:val="dateTime"/>
            <w:calendar w:val="gregorian"/>
          </w:date>
        </w:sdtPr>
        <w:sdtEndPr/>
        <w:sdtContent>
          <w:r w:rsidR="00C17E4C" w:rsidRPr="00B04202">
            <w:rPr>
              <w:rStyle w:val="PlaceholderText"/>
            </w:rPr>
            <w:t>Click here to enter a date.</w:t>
          </w:r>
        </w:sdtContent>
      </w:sdt>
      <w:r w:rsidR="00C17E4C">
        <w:tab/>
      </w:r>
      <w:r>
        <w:t>Location</w:t>
      </w:r>
      <w:r w:rsidR="00C17E4C">
        <w:tab/>
      </w:r>
      <w:r w:rsidR="00622040">
        <w:tab/>
      </w:r>
      <w:sdt>
        <w:sdtPr>
          <w:alias w:val="complete loc. of meeting"/>
          <w:tag w:val="complete loc. of meeting"/>
          <w:id w:val="194894823"/>
          <w:placeholder>
            <w:docPart w:val="22E43C9CB6BCFB479EE0C03CC4AB8808"/>
          </w:placeholder>
          <w:showingPlcHdr/>
          <w:text/>
        </w:sdtPr>
        <w:sdtEndPr/>
        <w:sdtContent>
          <w:r w:rsidR="00C17E4C" w:rsidRPr="00B04202">
            <w:rPr>
              <w:rStyle w:val="PlaceholderText"/>
            </w:rPr>
            <w:t>Click here to enter text.</w:t>
          </w:r>
        </w:sdtContent>
      </w:sdt>
      <w:r>
        <w:br/>
        <w:t>Time</w:t>
      </w:r>
      <w:r>
        <w:tab/>
      </w:r>
      <w:r w:rsidR="00622040">
        <w:tab/>
      </w:r>
      <w:r>
        <w:tab/>
      </w:r>
      <w:sdt>
        <w:sdtPr>
          <w:alias w:val="hours"/>
          <w:tag w:val="hours"/>
          <w:id w:val="-339923517"/>
          <w:placeholder>
            <w:docPart w:val="22E43C9CB6BCFB479EE0C03CC4AB8808"/>
          </w:placeholder>
          <w:text/>
        </w:sdtPr>
        <w:sdtEndPr/>
        <w:sdtContent>
          <w:r w:rsidR="00622040">
            <w:t>Hrs</w:t>
          </w:r>
        </w:sdtContent>
      </w:sdt>
      <w:r w:rsidR="00622040">
        <w:t xml:space="preserve"> </w:t>
      </w:r>
      <w:sdt>
        <w:sdtPr>
          <w:alias w:val="Minutes"/>
          <w:tag w:val="Minutes"/>
          <w:id w:val="287250399"/>
          <w:placeholder>
            <w:docPart w:val="22E43C9CB6BCFB479EE0C03CC4AB8808"/>
          </w:placeholder>
          <w:text/>
        </w:sdtPr>
        <w:sdtEndPr/>
        <w:sdtContent>
          <w:r w:rsidR="00622040">
            <w:t>Mins</w:t>
          </w:r>
        </w:sdtContent>
      </w:sdt>
      <w:r w:rsidR="00622040">
        <w:t xml:space="preserve">  </w:t>
      </w:r>
      <w:sdt>
        <w:sdtPr>
          <w:id w:val="820155820"/>
          <w:placeholder>
            <w:docPart w:val="70D4ED297E2D5F4B8A257BDDC244719B"/>
          </w:placeholder>
          <w:showingPlcHdr/>
          <w:comboBox>
            <w:listItem w:value="Choose an item."/>
            <w:listItem w:displayText="AM" w:value="AM"/>
            <w:listItem w:displayText="PM" w:value="PM"/>
          </w:comboBox>
        </w:sdtPr>
        <w:sdtEndPr/>
        <w:sdtContent>
          <w:r w:rsidR="00622040" w:rsidRPr="00B04202">
            <w:rPr>
              <w:rStyle w:val="PlaceholderText"/>
            </w:rPr>
            <w:t>Choose an item.</w:t>
          </w:r>
        </w:sdtContent>
      </w:sdt>
      <w:r>
        <w:tab/>
        <w:t>Type of Meeting</w:t>
      </w:r>
      <w:r w:rsidR="00622040">
        <w:tab/>
      </w:r>
      <w:sdt>
        <w:sdtPr>
          <w:alias w:val="Meeting Type"/>
          <w:tag w:val="Meeting Type"/>
          <w:id w:val="-1547377068"/>
          <w:placeholder>
            <w:docPart w:val="22E43C9CB6BCFB479EE0C03CC4AB8808"/>
          </w:placeholder>
          <w:showingPlcHdr/>
          <w:text/>
        </w:sdtPr>
        <w:sdtEndPr/>
        <w:sdtContent>
          <w:r w:rsidR="00622040" w:rsidRPr="00B04202">
            <w:rPr>
              <w:rStyle w:val="PlaceholderText"/>
            </w:rPr>
            <w:t>Click here to enter text.</w:t>
          </w:r>
        </w:sdtContent>
      </w:sdt>
      <w:r>
        <w:br/>
        <w:t>Call-In Number</w:t>
      </w:r>
      <w:r w:rsidR="00622040">
        <w:tab/>
      </w:r>
      <w:r w:rsidR="00622040">
        <w:tab/>
      </w:r>
      <w:sdt>
        <w:sdtPr>
          <w:alias w:val="Call in number for meeting"/>
          <w:tag w:val="Call in number for meeting"/>
          <w:id w:val="-357887414"/>
          <w:placeholder>
            <w:docPart w:val="22E43C9CB6BCFB479EE0C03CC4AB8808"/>
          </w:placeholder>
          <w:showingPlcHdr/>
          <w:text/>
        </w:sdtPr>
        <w:sdtEndPr/>
        <w:sdtContent>
          <w:r w:rsidR="00622040" w:rsidRPr="00B04202">
            <w:rPr>
              <w:rStyle w:val="PlaceholderText"/>
            </w:rPr>
            <w:t>Click here to enter text.</w:t>
          </w:r>
        </w:sdtContent>
      </w:sdt>
      <w:r>
        <w:br/>
        <w:t>Meeting Called By</w:t>
      </w:r>
      <w:r w:rsidR="00622040">
        <w:tab/>
      </w:r>
      <w:sdt>
        <w:sdtPr>
          <w:alias w:val="Caller Name"/>
          <w:tag w:val="Caller Name"/>
          <w:id w:val="627283797"/>
          <w:placeholder>
            <w:docPart w:val="22E43C9CB6BCFB479EE0C03CC4AB8808"/>
          </w:placeholder>
          <w:showingPlcHdr/>
          <w:text/>
        </w:sdtPr>
        <w:sdtEndPr/>
        <w:sdtContent>
          <w:r w:rsidR="00622040" w:rsidRPr="00B04202">
            <w:rPr>
              <w:rStyle w:val="PlaceholderText"/>
            </w:rPr>
            <w:t>Click here to enter text.</w:t>
          </w:r>
        </w:sdtContent>
      </w:sdt>
      <w:r>
        <w:tab/>
      </w:r>
      <w:r>
        <w:tab/>
        <w:t>Facilitator</w:t>
      </w:r>
      <w:r w:rsidR="00622040">
        <w:tab/>
      </w:r>
      <w:r w:rsidR="00622040">
        <w:tab/>
      </w:r>
      <w:sdt>
        <w:sdtPr>
          <w:alias w:val="Facilitator Name"/>
          <w:tag w:val="Facilitator Name"/>
          <w:id w:val="-687447306"/>
          <w:placeholder>
            <w:docPart w:val="22E43C9CB6BCFB479EE0C03CC4AB8808"/>
          </w:placeholder>
          <w:showingPlcHdr/>
          <w:text/>
        </w:sdtPr>
        <w:sdtEndPr/>
        <w:sdtContent>
          <w:r w:rsidR="00622040" w:rsidRPr="00B04202">
            <w:rPr>
              <w:rStyle w:val="PlaceholderText"/>
            </w:rPr>
            <w:t>Click here to enter text.</w:t>
          </w:r>
        </w:sdtContent>
      </w:sdt>
      <w:r>
        <w:br/>
        <w:t>Tim</w:t>
      </w:r>
      <w:r w:rsidR="00EE1857">
        <w:t>ekeeper</w:t>
      </w:r>
      <w:r w:rsidR="00EE1857">
        <w:tab/>
      </w:r>
      <w:r w:rsidR="00EF3887">
        <w:tab/>
      </w:r>
      <w:sdt>
        <w:sdtPr>
          <w:alias w:val="Time keeper Name"/>
          <w:tag w:val="Time keeper Name"/>
          <w:id w:val="-1776551832"/>
          <w:placeholder>
            <w:docPart w:val="22E43C9CB6BCFB479EE0C03CC4AB8808"/>
          </w:placeholder>
          <w:showingPlcHdr/>
          <w:text/>
        </w:sdtPr>
        <w:sdtEndPr/>
        <w:sdtContent>
          <w:r w:rsidR="00EF3887" w:rsidRPr="00B04202">
            <w:rPr>
              <w:rStyle w:val="PlaceholderText"/>
            </w:rPr>
            <w:t>Click here to enter text.</w:t>
          </w:r>
        </w:sdtContent>
      </w:sdt>
      <w:r w:rsidR="00EE1857">
        <w:tab/>
      </w:r>
      <w:r w:rsidR="00EE1857">
        <w:tab/>
        <w:t>Notes Taker</w:t>
      </w:r>
      <w:r w:rsidR="00EF3887">
        <w:tab/>
      </w:r>
      <w:r w:rsidR="00EF3887">
        <w:tab/>
      </w:r>
      <w:sdt>
        <w:sdtPr>
          <w:alias w:val="Notestaker Name"/>
          <w:tag w:val="Notestaker Name"/>
          <w:id w:val="-2094067503"/>
          <w:placeholder>
            <w:docPart w:val="22E43C9CB6BCFB479EE0C03CC4AB8808"/>
          </w:placeholder>
          <w:showingPlcHdr/>
          <w:text/>
        </w:sdtPr>
        <w:sdtEndPr/>
        <w:sdtContent>
          <w:r w:rsidR="00EF3887" w:rsidRPr="00B04202">
            <w:rPr>
              <w:rStyle w:val="PlaceholderText"/>
            </w:rPr>
            <w:t>Click here to enter text.</w:t>
          </w:r>
        </w:sdtContent>
      </w:sdt>
      <w:r w:rsidR="00EE1857">
        <w:br/>
        <w:t>Attendees</w:t>
      </w:r>
      <w:r w:rsidR="00EF3887">
        <w:tab/>
      </w:r>
      <w:r w:rsidR="00EF3887">
        <w:tab/>
      </w:r>
      <w:sdt>
        <w:sdtPr>
          <w:alias w:val="list of all attendees"/>
          <w:tag w:val="list of all attendees"/>
          <w:id w:val="-1357270099"/>
          <w:placeholder>
            <w:docPart w:val="22E43C9CB6BCFB479EE0C03CC4AB8808"/>
          </w:placeholder>
          <w:showingPlcHdr/>
          <w:text w:multiLine="1"/>
        </w:sdtPr>
        <w:sdtEndPr/>
        <w:sdtContent>
          <w:r w:rsidR="00EF3887" w:rsidRPr="00B04202">
            <w:rPr>
              <w:rStyle w:val="PlaceholderText"/>
            </w:rPr>
            <w:t>Click here to enter text.</w:t>
          </w:r>
        </w:sdtContent>
      </w:sdt>
    </w:p>
    <w:p w:rsidR="00B64157" w:rsidRDefault="00B64157" w:rsidP="00E0492B">
      <w:pPr>
        <w:rPr>
          <w:b/>
          <w:color w:val="215868" w:themeColor="accent5" w:themeShade="80"/>
          <w:sz w:val="24"/>
          <w:u w:val="single"/>
        </w:rPr>
      </w:pPr>
    </w:p>
    <w:p w:rsidR="00EE1857" w:rsidRPr="00BE4268" w:rsidRDefault="00EE1857" w:rsidP="00E0492B">
      <w:pPr>
        <w:rPr>
          <w:b/>
          <w:color w:val="215868" w:themeColor="accent5" w:themeShade="80"/>
          <w:sz w:val="24"/>
          <w:u w:val="single"/>
        </w:rPr>
      </w:pPr>
      <w:r w:rsidRPr="00BE4268">
        <w:rPr>
          <w:b/>
          <w:color w:val="215868" w:themeColor="accent5" w:themeShade="80"/>
          <w:sz w:val="24"/>
          <w:u w:val="single"/>
        </w:rPr>
        <w:t>PREPARATORY INFORMATION FOR MEETING</w:t>
      </w:r>
      <w:r w:rsidRPr="00BE4268">
        <w:rPr>
          <w:b/>
          <w:color w:val="215868" w:themeColor="accent5" w:themeShade="80"/>
          <w:sz w:val="24"/>
          <w:u w:val="single"/>
        </w:rPr>
        <w:tab/>
      </w:r>
      <w:r w:rsidRPr="00BE4268">
        <w:rPr>
          <w:b/>
          <w:color w:val="215868" w:themeColor="accent5" w:themeShade="80"/>
          <w:sz w:val="24"/>
          <w:u w:val="single"/>
        </w:rPr>
        <w:tab/>
      </w:r>
      <w:r w:rsidRPr="00BE4268">
        <w:rPr>
          <w:b/>
          <w:color w:val="215868" w:themeColor="accent5" w:themeShade="80"/>
          <w:sz w:val="24"/>
          <w:u w:val="single"/>
        </w:rPr>
        <w:tab/>
      </w:r>
      <w:r w:rsidRPr="00BE4268">
        <w:rPr>
          <w:b/>
          <w:color w:val="215868" w:themeColor="accent5" w:themeShade="80"/>
          <w:sz w:val="24"/>
          <w:u w:val="single"/>
        </w:rPr>
        <w:tab/>
      </w:r>
      <w:r w:rsidRPr="00BE4268">
        <w:rPr>
          <w:b/>
          <w:color w:val="215868" w:themeColor="accent5" w:themeShade="80"/>
          <w:sz w:val="24"/>
          <w:u w:val="single"/>
        </w:rPr>
        <w:tab/>
      </w:r>
      <w:r w:rsidRPr="00BE4268">
        <w:rPr>
          <w:b/>
          <w:color w:val="215868" w:themeColor="accent5" w:themeShade="80"/>
          <w:sz w:val="24"/>
          <w:u w:val="single"/>
        </w:rPr>
        <w:tab/>
      </w:r>
      <w:r w:rsidRPr="00BE4268">
        <w:rPr>
          <w:b/>
          <w:color w:val="215868" w:themeColor="accent5" w:themeShade="80"/>
          <w:sz w:val="24"/>
          <w:u w:val="single"/>
        </w:rPr>
        <w:tab/>
      </w:r>
      <w:r w:rsidRPr="00BE4268">
        <w:rPr>
          <w:b/>
          <w:color w:val="215868" w:themeColor="accent5" w:themeShade="80"/>
          <w:sz w:val="24"/>
          <w:u w:val="single"/>
        </w:rPr>
        <w:tab/>
      </w:r>
    </w:p>
    <w:p w:rsidR="00EE1857" w:rsidRDefault="00BA5D2A" w:rsidP="00E0492B">
      <w:r>
        <w:t>Before coming, do read:</w:t>
      </w:r>
      <w:r>
        <w:br/>
      </w:r>
      <w:sdt>
        <w:sdtPr>
          <w:alias w:val="To read items"/>
          <w:tag w:val="To read items"/>
          <w:id w:val="279002200"/>
          <w:placeholder>
            <w:docPart w:val="22E43C9CB6BCFB479EE0C03CC4AB8808"/>
          </w:placeholder>
          <w:showingPlcHdr/>
          <w:text w:multiLine="1"/>
        </w:sdtPr>
        <w:sdtEndPr/>
        <w:sdtContent>
          <w:r w:rsidR="00EF3887" w:rsidRPr="00B04202">
            <w:rPr>
              <w:rStyle w:val="PlaceholderText"/>
            </w:rPr>
            <w:t>Click here to enter text.</w:t>
          </w:r>
        </w:sdtContent>
      </w:sdt>
    </w:p>
    <w:p w:rsidR="00BA5D2A" w:rsidRDefault="00BA5D2A" w:rsidP="00E0492B">
      <w:r>
        <w:t>Bring along:</w:t>
      </w:r>
      <w:r>
        <w:br/>
      </w:r>
      <w:sdt>
        <w:sdtPr>
          <w:alias w:val="To bring along items"/>
          <w:tag w:val="To bring along items"/>
          <w:id w:val="921141463"/>
          <w:placeholder>
            <w:docPart w:val="22E43C9CB6BCFB479EE0C03CC4AB8808"/>
          </w:placeholder>
          <w:showingPlcHdr/>
          <w:text/>
        </w:sdtPr>
        <w:sdtEndPr/>
        <w:sdtContent>
          <w:r w:rsidR="00EF3887" w:rsidRPr="00B04202">
            <w:rPr>
              <w:rStyle w:val="PlaceholderText"/>
            </w:rPr>
            <w:t>Click here to enter text.</w:t>
          </w:r>
        </w:sdtContent>
      </w:sdt>
    </w:p>
    <w:p w:rsidR="00B64157" w:rsidRDefault="00B64157" w:rsidP="00E0492B">
      <w:pPr>
        <w:rPr>
          <w:b/>
          <w:color w:val="215868" w:themeColor="accent5" w:themeShade="80"/>
          <w:sz w:val="24"/>
          <w:u w:val="single"/>
        </w:rPr>
      </w:pPr>
    </w:p>
    <w:p w:rsidR="00BA5D2A" w:rsidRPr="00BE4268" w:rsidRDefault="00BA5D2A" w:rsidP="00E0492B">
      <w:pPr>
        <w:rPr>
          <w:b/>
          <w:color w:val="215868" w:themeColor="accent5" w:themeShade="80"/>
          <w:sz w:val="24"/>
          <w:u w:val="single"/>
        </w:rPr>
      </w:pPr>
      <w:r w:rsidRPr="00BE4268">
        <w:rPr>
          <w:b/>
          <w:color w:val="215868" w:themeColor="accent5" w:themeShade="80"/>
          <w:sz w:val="24"/>
          <w:u w:val="single"/>
        </w:rPr>
        <w:t>ITEMS FROM PREVIOUS MEETING</w:t>
      </w:r>
      <w:r w:rsidRPr="00BE4268">
        <w:rPr>
          <w:b/>
          <w:color w:val="215868" w:themeColor="accent5" w:themeShade="80"/>
          <w:sz w:val="24"/>
          <w:u w:val="single"/>
        </w:rPr>
        <w:tab/>
      </w:r>
      <w:r w:rsidRPr="00BE4268">
        <w:rPr>
          <w:b/>
          <w:color w:val="215868" w:themeColor="accent5" w:themeShade="80"/>
          <w:sz w:val="24"/>
          <w:u w:val="single"/>
        </w:rPr>
        <w:tab/>
      </w:r>
      <w:r w:rsidRPr="00BE4268">
        <w:rPr>
          <w:b/>
          <w:color w:val="215868" w:themeColor="accent5" w:themeShade="80"/>
          <w:sz w:val="24"/>
          <w:u w:val="single"/>
        </w:rPr>
        <w:tab/>
      </w:r>
      <w:r w:rsidRPr="00BE4268">
        <w:rPr>
          <w:b/>
          <w:color w:val="215868" w:themeColor="accent5" w:themeShade="80"/>
          <w:sz w:val="24"/>
          <w:u w:val="single"/>
        </w:rPr>
        <w:tab/>
      </w:r>
      <w:r w:rsidRPr="00BE4268">
        <w:rPr>
          <w:b/>
          <w:color w:val="215868" w:themeColor="accent5" w:themeShade="80"/>
          <w:sz w:val="24"/>
          <w:u w:val="single"/>
        </w:rPr>
        <w:tab/>
      </w:r>
      <w:r w:rsidRPr="00BE4268">
        <w:rPr>
          <w:b/>
          <w:color w:val="215868" w:themeColor="accent5" w:themeShade="80"/>
          <w:sz w:val="24"/>
          <w:u w:val="single"/>
        </w:rPr>
        <w:tab/>
      </w:r>
      <w:r w:rsidRPr="00BE4268">
        <w:rPr>
          <w:b/>
          <w:color w:val="215868" w:themeColor="accent5" w:themeShade="80"/>
          <w:sz w:val="24"/>
          <w:u w:val="single"/>
        </w:rPr>
        <w:tab/>
      </w:r>
      <w:r w:rsidRPr="00BE4268">
        <w:rPr>
          <w:b/>
          <w:color w:val="215868" w:themeColor="accent5" w:themeShade="80"/>
          <w:sz w:val="24"/>
          <w:u w:val="single"/>
        </w:rPr>
        <w:tab/>
      </w:r>
      <w:r w:rsidRPr="00BE4268">
        <w:rPr>
          <w:b/>
          <w:color w:val="215868" w:themeColor="accent5" w:themeShade="80"/>
          <w:sz w:val="24"/>
          <w:u w:val="single"/>
        </w:rPr>
        <w:tab/>
      </w:r>
    </w:p>
    <w:tbl>
      <w:tblPr>
        <w:tblStyle w:val="MediumList2-Accent1"/>
        <w:tblW w:w="4338" w:type="pct"/>
        <w:tblLook w:val="04A0" w:firstRow="1" w:lastRow="0" w:firstColumn="1" w:lastColumn="0" w:noHBand="0" w:noVBand="1"/>
      </w:tblPr>
      <w:tblGrid>
        <w:gridCol w:w="1803"/>
        <w:gridCol w:w="3795"/>
        <w:gridCol w:w="3959"/>
      </w:tblGrid>
      <w:tr w:rsidR="003D1CC5" w:rsidTr="003D1C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43" w:type="pct"/>
            <w:noWrap/>
          </w:tcPr>
          <w:p w:rsidR="003D1CC5" w:rsidRDefault="003D1CC5" w:rsidP="003D1CC5">
            <w:pPr>
              <w:jc w:val="center"/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  <w:t>ITEM No.</w:t>
            </w:r>
          </w:p>
        </w:tc>
        <w:tc>
          <w:tcPr>
            <w:tcW w:w="1985" w:type="pct"/>
          </w:tcPr>
          <w:p w:rsidR="003D1CC5" w:rsidRDefault="00251A16" w:rsidP="003D1C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  <w:t>PERSON RESPONSIBLE</w:t>
            </w:r>
          </w:p>
        </w:tc>
        <w:tc>
          <w:tcPr>
            <w:tcW w:w="2071" w:type="pct"/>
          </w:tcPr>
          <w:p w:rsidR="003D1CC5" w:rsidRDefault="00251A16" w:rsidP="003D1C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  <w:t>DUE DATE</w:t>
            </w:r>
          </w:p>
        </w:tc>
      </w:tr>
      <w:tr w:rsidR="003D1CC5" w:rsidTr="003D1C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pct"/>
            <w:noWrap/>
          </w:tcPr>
          <w:p w:rsidR="003D1CC5" w:rsidRDefault="003D1CC5" w:rsidP="003D1CC5">
            <w:pPr>
              <w:jc w:val="center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1</w:t>
            </w:r>
          </w:p>
        </w:tc>
        <w:sdt>
          <w:sdtPr>
            <w:rPr>
              <w:rFonts w:eastAsiaTheme="minorEastAsia"/>
              <w:color w:val="000000"/>
            </w:rPr>
            <w:alias w:val="Name"/>
            <w:tag w:val="Name"/>
            <w:id w:val="851072332"/>
            <w:placeholder>
              <w:docPart w:val="22E43C9CB6BCFB479EE0C03CC4AB8808"/>
            </w:placeholder>
            <w:showingPlcHdr/>
            <w:text/>
          </w:sdtPr>
          <w:sdtEndPr/>
          <w:sdtContent>
            <w:tc>
              <w:tcPr>
                <w:tcW w:w="1985" w:type="pct"/>
              </w:tcPr>
              <w:p w:rsidR="003D1CC5" w:rsidRDefault="00EF3887" w:rsidP="003D1CC5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Theme="minorHAnsi" w:eastAsiaTheme="minorEastAsia" w:hAnsiTheme="minorHAnsi" w:cstheme="minorBidi"/>
                    <w:color w:val="000000"/>
                  </w:rPr>
                </w:pPr>
                <w:r w:rsidRPr="00B04202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eastAsiaTheme="minorEastAsia"/>
              <w:color w:val="000000"/>
            </w:rPr>
            <w:id w:val="-863818892"/>
            <w:placeholder>
              <w:docPart w:val="FB70B76FC0DB704ABA54C3EE2409F001"/>
            </w:placeholder>
            <w:showingPlcHdr/>
            <w:date>
              <w:dateFormat w:val="dd-MMM-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pct"/>
              </w:tcPr>
              <w:p w:rsidR="003D1CC5" w:rsidRDefault="00EF3887" w:rsidP="003D1CC5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Theme="minorHAnsi" w:eastAsiaTheme="minorEastAsia" w:hAnsiTheme="minorHAnsi" w:cstheme="minorBidi"/>
                    <w:color w:val="000000"/>
                  </w:rPr>
                </w:pPr>
                <w:r w:rsidRPr="00B04202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3D1CC5" w:rsidTr="003D1C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pct"/>
            <w:noWrap/>
          </w:tcPr>
          <w:p w:rsidR="003D1CC5" w:rsidRDefault="003D1CC5" w:rsidP="003D1CC5">
            <w:pPr>
              <w:jc w:val="center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2</w:t>
            </w:r>
          </w:p>
        </w:tc>
        <w:sdt>
          <w:sdtPr>
            <w:rPr>
              <w:rFonts w:eastAsiaTheme="minorEastAsia"/>
              <w:color w:val="000000"/>
            </w:rPr>
            <w:alias w:val="Name"/>
            <w:tag w:val="Name"/>
            <w:id w:val="1371265390"/>
            <w:placeholder>
              <w:docPart w:val="CCBF8544B6A84C469EDCFF29B4F80D55"/>
            </w:placeholder>
            <w:showingPlcHdr/>
            <w:text/>
          </w:sdtPr>
          <w:sdtEndPr/>
          <w:sdtContent>
            <w:tc>
              <w:tcPr>
                <w:tcW w:w="1985" w:type="pct"/>
              </w:tcPr>
              <w:p w:rsidR="003D1CC5" w:rsidRDefault="00EF3887" w:rsidP="00EF388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eastAsiaTheme="minorEastAsia" w:hAnsiTheme="minorHAnsi" w:cstheme="minorBidi"/>
                    <w:color w:val="000000"/>
                  </w:rPr>
                </w:pPr>
                <w:r w:rsidRPr="00B04202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eastAsiaTheme="minorEastAsia"/>
              <w:color w:val="000000"/>
            </w:rPr>
            <w:id w:val="916751394"/>
            <w:placeholder>
              <w:docPart w:val="FB70B76FC0DB704ABA54C3EE2409F001"/>
            </w:placeholder>
            <w:showingPlcHdr/>
            <w:date>
              <w:dateFormat w:val="dd-MMM-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pct"/>
              </w:tcPr>
              <w:p w:rsidR="003D1CC5" w:rsidRDefault="00EF3887" w:rsidP="003D1CC5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eastAsiaTheme="minorEastAsia" w:hAnsiTheme="minorHAnsi" w:cstheme="minorBidi"/>
                    <w:color w:val="000000"/>
                  </w:rPr>
                </w:pPr>
                <w:r w:rsidRPr="00B04202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3D1CC5" w:rsidTr="003D1C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pct"/>
            <w:noWrap/>
          </w:tcPr>
          <w:p w:rsidR="003D1CC5" w:rsidRDefault="003D1CC5" w:rsidP="003D1CC5">
            <w:pPr>
              <w:jc w:val="center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3</w:t>
            </w:r>
          </w:p>
        </w:tc>
        <w:sdt>
          <w:sdtPr>
            <w:rPr>
              <w:rFonts w:eastAsiaTheme="minorEastAsia"/>
              <w:color w:val="000000"/>
            </w:rPr>
            <w:alias w:val="Name"/>
            <w:tag w:val="Name"/>
            <w:id w:val="-1332599545"/>
            <w:placeholder>
              <w:docPart w:val="86C414A8421E7947B0A88A5631C29D73"/>
            </w:placeholder>
            <w:showingPlcHdr/>
            <w:text/>
          </w:sdtPr>
          <w:sdtEndPr/>
          <w:sdtContent>
            <w:tc>
              <w:tcPr>
                <w:tcW w:w="1985" w:type="pct"/>
              </w:tcPr>
              <w:p w:rsidR="003D1CC5" w:rsidRDefault="00EF3887" w:rsidP="00EF3887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Theme="minorHAnsi" w:eastAsiaTheme="minorEastAsia" w:hAnsiTheme="minorHAnsi" w:cstheme="minorBidi"/>
                    <w:color w:val="000000"/>
                  </w:rPr>
                </w:pPr>
                <w:r w:rsidRPr="00B04202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eastAsiaTheme="minorEastAsia"/>
              <w:color w:val="000000"/>
            </w:rPr>
            <w:id w:val="1942717705"/>
            <w:placeholder>
              <w:docPart w:val="FB70B76FC0DB704ABA54C3EE2409F001"/>
            </w:placeholder>
            <w:showingPlcHdr/>
            <w:date>
              <w:dateFormat w:val="dd-MMM-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pct"/>
              </w:tcPr>
              <w:p w:rsidR="003D1CC5" w:rsidRDefault="00EF3887" w:rsidP="003D1CC5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Theme="minorHAnsi" w:eastAsiaTheme="minorEastAsia" w:hAnsiTheme="minorHAnsi" w:cstheme="minorBidi"/>
                    <w:color w:val="000000"/>
                  </w:rPr>
                </w:pPr>
                <w:r w:rsidRPr="00B04202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</w:tbl>
    <w:p w:rsidR="00AF51DD" w:rsidRDefault="00AF51DD" w:rsidP="00E0492B">
      <w:pPr>
        <w:rPr>
          <w:u w:val="single"/>
        </w:rPr>
      </w:pPr>
    </w:p>
    <w:p w:rsidR="00823DDC" w:rsidRPr="00FE5894" w:rsidRDefault="00823DDC" w:rsidP="00E0492B">
      <w:pPr>
        <w:rPr>
          <w:b/>
          <w:color w:val="215868" w:themeColor="accent5" w:themeShade="80"/>
          <w:sz w:val="24"/>
          <w:u w:val="single"/>
        </w:rPr>
      </w:pPr>
      <w:r w:rsidRPr="00FE5894">
        <w:rPr>
          <w:b/>
          <w:color w:val="215868" w:themeColor="accent5" w:themeShade="80"/>
          <w:sz w:val="24"/>
          <w:u w:val="single"/>
        </w:rPr>
        <w:t>AGENDA ITEMS</w:t>
      </w:r>
      <w:r w:rsidRPr="00FE5894">
        <w:rPr>
          <w:b/>
          <w:color w:val="215868" w:themeColor="accent5" w:themeShade="80"/>
          <w:sz w:val="24"/>
          <w:u w:val="single"/>
        </w:rPr>
        <w:tab/>
      </w:r>
      <w:r w:rsidRPr="00FE5894">
        <w:rPr>
          <w:b/>
          <w:color w:val="215868" w:themeColor="accent5" w:themeShade="80"/>
          <w:sz w:val="24"/>
          <w:u w:val="single"/>
        </w:rPr>
        <w:tab/>
      </w:r>
      <w:r w:rsidRPr="00FE5894">
        <w:rPr>
          <w:b/>
          <w:color w:val="215868" w:themeColor="accent5" w:themeShade="80"/>
          <w:sz w:val="24"/>
          <w:u w:val="single"/>
        </w:rPr>
        <w:tab/>
      </w:r>
      <w:r w:rsidRPr="00FE5894">
        <w:rPr>
          <w:b/>
          <w:color w:val="215868" w:themeColor="accent5" w:themeShade="80"/>
          <w:sz w:val="24"/>
          <w:u w:val="single"/>
        </w:rPr>
        <w:tab/>
      </w:r>
      <w:r w:rsidRPr="00FE5894">
        <w:rPr>
          <w:b/>
          <w:color w:val="215868" w:themeColor="accent5" w:themeShade="80"/>
          <w:sz w:val="24"/>
          <w:u w:val="single"/>
        </w:rPr>
        <w:tab/>
      </w:r>
      <w:r w:rsidRPr="00FE5894">
        <w:rPr>
          <w:b/>
          <w:color w:val="215868" w:themeColor="accent5" w:themeShade="80"/>
          <w:sz w:val="24"/>
          <w:u w:val="single"/>
        </w:rPr>
        <w:tab/>
      </w:r>
      <w:r w:rsidRPr="00FE5894">
        <w:rPr>
          <w:b/>
          <w:color w:val="215868" w:themeColor="accent5" w:themeShade="80"/>
          <w:sz w:val="24"/>
          <w:u w:val="single"/>
        </w:rPr>
        <w:tab/>
      </w:r>
      <w:r w:rsidRPr="00FE5894">
        <w:rPr>
          <w:b/>
          <w:color w:val="215868" w:themeColor="accent5" w:themeShade="80"/>
          <w:sz w:val="24"/>
          <w:u w:val="single"/>
        </w:rPr>
        <w:tab/>
      </w:r>
      <w:r w:rsidRPr="00FE5894">
        <w:rPr>
          <w:b/>
          <w:color w:val="215868" w:themeColor="accent5" w:themeShade="80"/>
          <w:sz w:val="24"/>
          <w:u w:val="single"/>
        </w:rPr>
        <w:tab/>
      </w:r>
      <w:r w:rsidRPr="00FE5894">
        <w:rPr>
          <w:b/>
          <w:color w:val="215868" w:themeColor="accent5" w:themeShade="80"/>
          <w:sz w:val="24"/>
          <w:u w:val="single"/>
        </w:rPr>
        <w:tab/>
      </w:r>
      <w:r w:rsidRPr="00FE5894">
        <w:rPr>
          <w:b/>
          <w:color w:val="215868" w:themeColor="accent5" w:themeShade="80"/>
          <w:sz w:val="24"/>
          <w:u w:val="single"/>
        </w:rPr>
        <w:tab/>
      </w:r>
      <w:r w:rsidRPr="00FE5894">
        <w:rPr>
          <w:b/>
          <w:color w:val="215868" w:themeColor="accent5" w:themeShade="80"/>
          <w:sz w:val="24"/>
          <w:u w:val="single"/>
        </w:rPr>
        <w:tab/>
      </w:r>
    </w:p>
    <w:tbl>
      <w:tblPr>
        <w:tblStyle w:val="MediumList2-Accent1"/>
        <w:tblW w:w="4338" w:type="pct"/>
        <w:tblLook w:val="04A0" w:firstRow="1" w:lastRow="0" w:firstColumn="1" w:lastColumn="0" w:noHBand="0" w:noVBand="1"/>
      </w:tblPr>
      <w:tblGrid>
        <w:gridCol w:w="1803"/>
        <w:gridCol w:w="3795"/>
        <w:gridCol w:w="3959"/>
      </w:tblGrid>
      <w:tr w:rsidR="00823DDC" w:rsidTr="001245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43" w:type="pct"/>
            <w:noWrap/>
          </w:tcPr>
          <w:p w:rsidR="00823DDC" w:rsidRDefault="00823DDC" w:rsidP="001245A6">
            <w:pPr>
              <w:jc w:val="center"/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  <w:t>ITEM No.</w:t>
            </w:r>
          </w:p>
        </w:tc>
        <w:tc>
          <w:tcPr>
            <w:tcW w:w="1985" w:type="pct"/>
          </w:tcPr>
          <w:p w:rsidR="00823DDC" w:rsidRDefault="00823DDC" w:rsidP="001245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  <w:t>PERSON RESPONSIBLE</w:t>
            </w:r>
          </w:p>
        </w:tc>
        <w:tc>
          <w:tcPr>
            <w:tcW w:w="2071" w:type="pct"/>
          </w:tcPr>
          <w:p w:rsidR="00823DDC" w:rsidRDefault="00823DDC" w:rsidP="001245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  <w:t>DUE DATE</w:t>
            </w:r>
          </w:p>
        </w:tc>
      </w:tr>
      <w:tr w:rsidR="00823DDC" w:rsidTr="001245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pct"/>
            <w:noWrap/>
          </w:tcPr>
          <w:p w:rsidR="00823DDC" w:rsidRDefault="00823DDC" w:rsidP="001245A6">
            <w:pPr>
              <w:jc w:val="center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1</w:t>
            </w:r>
          </w:p>
        </w:tc>
        <w:sdt>
          <w:sdtPr>
            <w:rPr>
              <w:rFonts w:eastAsiaTheme="minorEastAsia"/>
              <w:color w:val="000000"/>
            </w:rPr>
            <w:alias w:val="Name"/>
            <w:tag w:val="Name"/>
            <w:id w:val="1914816637"/>
            <w:placeholder>
              <w:docPart w:val="2E9059BE1EA74F4F88F45FCCB416424D"/>
            </w:placeholder>
            <w:showingPlcHdr/>
            <w:text/>
          </w:sdtPr>
          <w:sdtEndPr/>
          <w:sdtContent>
            <w:tc>
              <w:tcPr>
                <w:tcW w:w="1985" w:type="pct"/>
              </w:tcPr>
              <w:p w:rsidR="00823DDC" w:rsidRDefault="00EF3887" w:rsidP="00EF3887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Theme="minorHAnsi" w:eastAsiaTheme="minorEastAsia" w:hAnsiTheme="minorHAnsi" w:cstheme="minorBidi"/>
                    <w:color w:val="000000"/>
                  </w:rPr>
                </w:pPr>
                <w:r w:rsidRPr="00B04202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eastAsiaTheme="minorEastAsia"/>
              <w:color w:val="000000"/>
            </w:rPr>
            <w:id w:val="-657543060"/>
            <w:placeholder>
              <w:docPart w:val="0F9934BF0E160149B8DEE3CEB2C57CB1"/>
            </w:placeholder>
            <w:showingPlcHdr/>
            <w:date>
              <w:dateFormat w:val="dd-MMM-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pct"/>
              </w:tcPr>
              <w:p w:rsidR="00823DDC" w:rsidRDefault="00EF3887" w:rsidP="001245A6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Theme="minorHAnsi" w:eastAsiaTheme="minorEastAsia" w:hAnsiTheme="minorHAnsi" w:cstheme="minorBidi"/>
                    <w:color w:val="000000"/>
                  </w:rPr>
                </w:pPr>
                <w:r w:rsidRPr="00B04202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823DDC" w:rsidTr="001245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pct"/>
            <w:noWrap/>
          </w:tcPr>
          <w:p w:rsidR="00823DDC" w:rsidRDefault="00823DDC" w:rsidP="001245A6">
            <w:pPr>
              <w:jc w:val="center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2</w:t>
            </w:r>
          </w:p>
        </w:tc>
        <w:sdt>
          <w:sdtPr>
            <w:rPr>
              <w:rFonts w:eastAsiaTheme="minorEastAsia"/>
              <w:color w:val="000000"/>
            </w:rPr>
            <w:alias w:val="Name"/>
            <w:tag w:val="Name"/>
            <w:id w:val="-1951692095"/>
            <w:placeholder>
              <w:docPart w:val="06539736A81A5941863C5EBEC1B4AF53"/>
            </w:placeholder>
            <w:showingPlcHdr/>
            <w:text/>
          </w:sdtPr>
          <w:sdtEndPr/>
          <w:sdtContent>
            <w:tc>
              <w:tcPr>
                <w:tcW w:w="1985" w:type="pct"/>
              </w:tcPr>
              <w:p w:rsidR="00823DDC" w:rsidRDefault="00EF3887" w:rsidP="001245A6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eastAsiaTheme="minorEastAsia" w:hAnsiTheme="minorHAnsi" w:cstheme="minorBidi"/>
                    <w:color w:val="000000"/>
                  </w:rPr>
                </w:pPr>
                <w:r w:rsidRPr="00B04202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eastAsiaTheme="minorEastAsia"/>
              <w:color w:val="000000"/>
            </w:rPr>
            <w:id w:val="-854422052"/>
            <w:placeholder>
              <w:docPart w:val="8CC0A1997BA7A448BC8878DD487DE2EF"/>
            </w:placeholder>
            <w:showingPlcHdr/>
            <w:date>
              <w:dateFormat w:val="dd-MMM-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pct"/>
              </w:tcPr>
              <w:p w:rsidR="00823DDC" w:rsidRDefault="00EF3887" w:rsidP="001245A6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eastAsiaTheme="minorEastAsia" w:hAnsiTheme="minorHAnsi" w:cstheme="minorBidi"/>
                    <w:color w:val="000000"/>
                  </w:rPr>
                </w:pPr>
                <w:r w:rsidRPr="00B04202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823DDC" w:rsidTr="001245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pct"/>
            <w:noWrap/>
          </w:tcPr>
          <w:p w:rsidR="00823DDC" w:rsidRDefault="00823DDC" w:rsidP="001245A6">
            <w:pPr>
              <w:jc w:val="center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3</w:t>
            </w:r>
          </w:p>
        </w:tc>
        <w:sdt>
          <w:sdtPr>
            <w:rPr>
              <w:rFonts w:eastAsiaTheme="minorEastAsia"/>
              <w:color w:val="000000"/>
            </w:rPr>
            <w:alias w:val="Name"/>
            <w:tag w:val="Name"/>
            <w:id w:val="738908455"/>
            <w:placeholder>
              <w:docPart w:val="A65840091EF9844BA760ABCFBCCEAEC0"/>
            </w:placeholder>
            <w:showingPlcHdr/>
            <w:text/>
          </w:sdtPr>
          <w:sdtEndPr/>
          <w:sdtContent>
            <w:tc>
              <w:tcPr>
                <w:tcW w:w="1985" w:type="pct"/>
              </w:tcPr>
              <w:p w:rsidR="00823DDC" w:rsidRDefault="00EF3887" w:rsidP="001245A6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Theme="minorHAnsi" w:eastAsiaTheme="minorEastAsia" w:hAnsiTheme="minorHAnsi" w:cstheme="minorBidi"/>
                    <w:color w:val="000000"/>
                  </w:rPr>
                </w:pPr>
                <w:r w:rsidRPr="00B04202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eastAsiaTheme="minorEastAsia"/>
              <w:color w:val="000000"/>
            </w:rPr>
            <w:id w:val="1658106503"/>
            <w:placeholder>
              <w:docPart w:val="B5F270A351D1EC4F828E2CCE77CC9DC1"/>
            </w:placeholder>
            <w:showingPlcHdr/>
            <w:date>
              <w:dateFormat w:val="dd-MMM-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pct"/>
              </w:tcPr>
              <w:p w:rsidR="00823DDC" w:rsidRDefault="00EF3887" w:rsidP="001245A6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Theme="minorHAnsi" w:eastAsiaTheme="minorEastAsia" w:hAnsiTheme="minorHAnsi" w:cstheme="minorBidi"/>
                    <w:color w:val="000000"/>
                  </w:rPr>
                </w:pPr>
                <w:r w:rsidRPr="00B04202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</w:tbl>
    <w:p w:rsidR="00823DDC" w:rsidRDefault="00823DDC" w:rsidP="00E0492B"/>
    <w:p w:rsidR="00AF51DD" w:rsidRPr="00EF2ACE" w:rsidRDefault="00AF51DD" w:rsidP="00E0492B">
      <w:pPr>
        <w:rPr>
          <w:b/>
          <w:color w:val="215868" w:themeColor="accent5" w:themeShade="80"/>
          <w:sz w:val="24"/>
          <w:u w:val="single"/>
        </w:rPr>
      </w:pPr>
      <w:r w:rsidRPr="00EF2ACE">
        <w:rPr>
          <w:b/>
          <w:color w:val="215868" w:themeColor="accent5" w:themeShade="80"/>
          <w:sz w:val="24"/>
          <w:u w:val="single"/>
        </w:rPr>
        <w:t>NEW ITEMS FROM CURRENT MEETING</w:t>
      </w:r>
      <w:r w:rsidRPr="00EF2ACE">
        <w:rPr>
          <w:b/>
          <w:color w:val="215868" w:themeColor="accent5" w:themeShade="80"/>
          <w:sz w:val="24"/>
          <w:u w:val="single"/>
        </w:rPr>
        <w:tab/>
      </w:r>
      <w:r w:rsidRPr="00EF2ACE">
        <w:rPr>
          <w:b/>
          <w:color w:val="215868" w:themeColor="accent5" w:themeShade="80"/>
          <w:sz w:val="24"/>
          <w:u w:val="single"/>
        </w:rPr>
        <w:tab/>
      </w:r>
      <w:r w:rsidRPr="00EF2ACE">
        <w:rPr>
          <w:b/>
          <w:color w:val="215868" w:themeColor="accent5" w:themeShade="80"/>
          <w:sz w:val="24"/>
          <w:u w:val="single"/>
        </w:rPr>
        <w:tab/>
      </w:r>
      <w:r w:rsidRPr="00EF2ACE">
        <w:rPr>
          <w:b/>
          <w:color w:val="215868" w:themeColor="accent5" w:themeShade="80"/>
          <w:sz w:val="24"/>
          <w:u w:val="single"/>
        </w:rPr>
        <w:tab/>
      </w:r>
      <w:r w:rsidRPr="00EF2ACE">
        <w:rPr>
          <w:b/>
          <w:color w:val="215868" w:themeColor="accent5" w:themeShade="80"/>
          <w:sz w:val="24"/>
          <w:u w:val="single"/>
        </w:rPr>
        <w:tab/>
      </w:r>
      <w:r w:rsidRPr="00EF2ACE">
        <w:rPr>
          <w:b/>
          <w:color w:val="215868" w:themeColor="accent5" w:themeShade="80"/>
          <w:sz w:val="24"/>
          <w:u w:val="single"/>
        </w:rPr>
        <w:tab/>
      </w:r>
      <w:r w:rsidRPr="00EF2ACE">
        <w:rPr>
          <w:b/>
          <w:color w:val="215868" w:themeColor="accent5" w:themeShade="80"/>
          <w:sz w:val="24"/>
          <w:u w:val="single"/>
        </w:rPr>
        <w:tab/>
      </w:r>
      <w:r w:rsidRPr="00EF2ACE">
        <w:rPr>
          <w:b/>
          <w:color w:val="215868" w:themeColor="accent5" w:themeShade="80"/>
          <w:sz w:val="24"/>
          <w:u w:val="single"/>
        </w:rPr>
        <w:tab/>
      </w:r>
      <w:r w:rsidRPr="00EF2ACE">
        <w:rPr>
          <w:b/>
          <w:color w:val="215868" w:themeColor="accent5" w:themeShade="80"/>
          <w:sz w:val="24"/>
          <w:u w:val="single"/>
        </w:rPr>
        <w:tab/>
      </w:r>
    </w:p>
    <w:tbl>
      <w:tblPr>
        <w:tblStyle w:val="MediumList2-Accent1"/>
        <w:tblW w:w="4338" w:type="pct"/>
        <w:tblLook w:val="04A0" w:firstRow="1" w:lastRow="0" w:firstColumn="1" w:lastColumn="0" w:noHBand="0" w:noVBand="1"/>
      </w:tblPr>
      <w:tblGrid>
        <w:gridCol w:w="1803"/>
        <w:gridCol w:w="3795"/>
        <w:gridCol w:w="3959"/>
      </w:tblGrid>
      <w:tr w:rsidR="007D1A84" w:rsidTr="001245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43" w:type="pct"/>
            <w:noWrap/>
          </w:tcPr>
          <w:p w:rsidR="007D1A84" w:rsidRDefault="007D1A84" w:rsidP="001245A6">
            <w:pPr>
              <w:jc w:val="center"/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  <w:t>ITEM No.</w:t>
            </w:r>
          </w:p>
        </w:tc>
        <w:tc>
          <w:tcPr>
            <w:tcW w:w="1985" w:type="pct"/>
          </w:tcPr>
          <w:p w:rsidR="007D1A84" w:rsidRDefault="007D1A84" w:rsidP="001245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  <w:t>PERSON RESPONSIBLE</w:t>
            </w:r>
          </w:p>
        </w:tc>
        <w:tc>
          <w:tcPr>
            <w:tcW w:w="2071" w:type="pct"/>
          </w:tcPr>
          <w:p w:rsidR="007D1A84" w:rsidRDefault="007D1A84" w:rsidP="001245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  <w:t>DUE DATE</w:t>
            </w:r>
          </w:p>
        </w:tc>
      </w:tr>
      <w:tr w:rsidR="007D1A84" w:rsidTr="001245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pct"/>
            <w:noWrap/>
          </w:tcPr>
          <w:p w:rsidR="007D1A84" w:rsidRDefault="007D1A84" w:rsidP="001245A6">
            <w:pPr>
              <w:jc w:val="center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1</w:t>
            </w:r>
          </w:p>
        </w:tc>
        <w:sdt>
          <w:sdtPr>
            <w:rPr>
              <w:rFonts w:eastAsiaTheme="minorEastAsia"/>
              <w:color w:val="000000"/>
            </w:rPr>
            <w:alias w:val="Name"/>
            <w:tag w:val="Name"/>
            <w:id w:val="891078590"/>
            <w:placeholder>
              <w:docPart w:val="92AACC3DFBA39B42AC0EC0D26F522F71"/>
            </w:placeholder>
            <w:showingPlcHdr/>
            <w:text/>
          </w:sdtPr>
          <w:sdtEndPr/>
          <w:sdtContent>
            <w:tc>
              <w:tcPr>
                <w:tcW w:w="1985" w:type="pct"/>
              </w:tcPr>
              <w:p w:rsidR="007D1A84" w:rsidRDefault="00EF3887" w:rsidP="001245A6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Theme="minorHAnsi" w:eastAsiaTheme="minorEastAsia" w:hAnsiTheme="minorHAnsi" w:cstheme="minorBidi"/>
                    <w:color w:val="000000"/>
                  </w:rPr>
                </w:pPr>
                <w:r w:rsidRPr="00B04202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eastAsiaTheme="minorEastAsia"/>
              <w:color w:val="000000"/>
            </w:rPr>
            <w:id w:val="-734241327"/>
            <w:placeholder>
              <w:docPart w:val="28F1CF8BD12EFB4098D5DAADF5A963DD"/>
            </w:placeholder>
            <w:showingPlcHdr/>
            <w:date>
              <w:dateFormat w:val="dd-MMM-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pct"/>
              </w:tcPr>
              <w:p w:rsidR="007D1A84" w:rsidRDefault="00EF3887" w:rsidP="001245A6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Theme="minorHAnsi" w:eastAsiaTheme="minorEastAsia" w:hAnsiTheme="minorHAnsi" w:cstheme="minorBidi"/>
                    <w:color w:val="000000"/>
                  </w:rPr>
                </w:pPr>
                <w:r w:rsidRPr="00B04202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7D1A84" w:rsidTr="001245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pct"/>
            <w:noWrap/>
          </w:tcPr>
          <w:p w:rsidR="007D1A84" w:rsidRDefault="007D1A84" w:rsidP="001245A6">
            <w:pPr>
              <w:jc w:val="center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2</w:t>
            </w:r>
          </w:p>
        </w:tc>
        <w:sdt>
          <w:sdtPr>
            <w:rPr>
              <w:rFonts w:eastAsiaTheme="minorEastAsia"/>
              <w:color w:val="000000"/>
            </w:rPr>
            <w:alias w:val="Name"/>
            <w:tag w:val="Name"/>
            <w:id w:val="2022279419"/>
            <w:placeholder>
              <w:docPart w:val="C1DD5D8D64B2A74B9B4A6ACF12D0EA14"/>
            </w:placeholder>
            <w:showingPlcHdr/>
            <w:text/>
          </w:sdtPr>
          <w:sdtEndPr/>
          <w:sdtContent>
            <w:tc>
              <w:tcPr>
                <w:tcW w:w="1985" w:type="pct"/>
              </w:tcPr>
              <w:p w:rsidR="007D1A84" w:rsidRDefault="00EF3887" w:rsidP="001245A6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eastAsiaTheme="minorEastAsia" w:hAnsiTheme="minorHAnsi" w:cstheme="minorBidi"/>
                    <w:color w:val="000000"/>
                  </w:rPr>
                </w:pPr>
                <w:r w:rsidRPr="00B04202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eastAsiaTheme="minorEastAsia"/>
              <w:color w:val="000000"/>
            </w:rPr>
            <w:id w:val="1321934759"/>
            <w:placeholder>
              <w:docPart w:val="1C3384F7EDCE4043AAD7B5196A3E879B"/>
            </w:placeholder>
            <w:showingPlcHdr/>
            <w:date>
              <w:dateFormat w:val="dd-MMM-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pct"/>
              </w:tcPr>
              <w:p w:rsidR="007D1A84" w:rsidRDefault="00EF3887" w:rsidP="001245A6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eastAsiaTheme="minorEastAsia" w:hAnsiTheme="minorHAnsi" w:cstheme="minorBidi"/>
                    <w:color w:val="000000"/>
                  </w:rPr>
                </w:pPr>
                <w:r w:rsidRPr="00B04202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7D1A84" w:rsidTr="001245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" w:type="pct"/>
            <w:noWrap/>
          </w:tcPr>
          <w:p w:rsidR="007D1A84" w:rsidRDefault="007D1A84" w:rsidP="001245A6">
            <w:pPr>
              <w:jc w:val="center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</w:rPr>
              <w:t>3</w:t>
            </w:r>
          </w:p>
        </w:tc>
        <w:sdt>
          <w:sdtPr>
            <w:rPr>
              <w:rFonts w:eastAsiaTheme="minorEastAsia"/>
              <w:color w:val="000000"/>
            </w:rPr>
            <w:alias w:val="Name"/>
            <w:tag w:val="Name"/>
            <w:id w:val="516126080"/>
            <w:placeholder>
              <w:docPart w:val="7860E7E98942E749965B71CF91C6B6A3"/>
            </w:placeholder>
            <w:showingPlcHdr/>
            <w:text/>
          </w:sdtPr>
          <w:sdtEndPr/>
          <w:sdtContent>
            <w:tc>
              <w:tcPr>
                <w:tcW w:w="1985" w:type="pct"/>
              </w:tcPr>
              <w:p w:rsidR="007D1A84" w:rsidRDefault="00EF3887" w:rsidP="001245A6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Theme="minorHAnsi" w:eastAsiaTheme="minorEastAsia" w:hAnsiTheme="minorHAnsi" w:cstheme="minorBidi"/>
                    <w:color w:val="000000"/>
                  </w:rPr>
                </w:pPr>
                <w:r w:rsidRPr="00B04202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eastAsiaTheme="minorEastAsia"/>
              <w:color w:val="000000"/>
            </w:rPr>
            <w:id w:val="412209313"/>
            <w:placeholder>
              <w:docPart w:val="B942A1A794C78C41B31326FF3FCDCFEC"/>
            </w:placeholder>
            <w:showingPlcHdr/>
            <w:date>
              <w:dateFormat w:val="dd-MMM-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pct"/>
              </w:tcPr>
              <w:p w:rsidR="007D1A84" w:rsidRDefault="00EF3887" w:rsidP="001245A6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Theme="minorHAnsi" w:eastAsiaTheme="minorEastAsia" w:hAnsiTheme="minorHAnsi" w:cstheme="minorBidi"/>
                    <w:color w:val="000000"/>
                  </w:rPr>
                </w:pPr>
                <w:r w:rsidRPr="00B04202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</w:tbl>
    <w:p w:rsidR="007D1A84" w:rsidRPr="007D1A84" w:rsidRDefault="007D1A84" w:rsidP="00E0492B"/>
    <w:sectPr w:rsidR="007D1A84" w:rsidRPr="007D1A84" w:rsidSect="00BE4268">
      <w:pgSz w:w="12240" w:h="15840"/>
      <w:pgMar w:top="720" w:right="720" w:bottom="720" w:left="720" w:header="720" w:footer="720" w:gutter="0"/>
      <w:pgBorders w:offsetFrom="page">
        <w:top w:val="dashDotStroked" w:sz="24" w:space="24" w:color="215868" w:themeColor="accent5" w:themeShade="80"/>
        <w:left w:val="dashDotStroked" w:sz="24" w:space="24" w:color="215868" w:themeColor="accent5" w:themeShade="80"/>
        <w:bottom w:val="dashDotStroked" w:sz="24" w:space="24" w:color="215868" w:themeColor="accent5" w:themeShade="80"/>
        <w:right w:val="dashDotStroked" w:sz="24" w:space="24" w:color="215868" w:themeColor="accent5" w:themeShade="8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isplayBackgroundShape/>
  <w:attachedTemplate r:id="rId1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1C9"/>
    <w:rsid w:val="00017C26"/>
    <w:rsid w:val="00085431"/>
    <w:rsid w:val="00251A16"/>
    <w:rsid w:val="0028138A"/>
    <w:rsid w:val="002A7529"/>
    <w:rsid w:val="003D1CC5"/>
    <w:rsid w:val="00622040"/>
    <w:rsid w:val="007D1A84"/>
    <w:rsid w:val="00823DDC"/>
    <w:rsid w:val="00AF51DD"/>
    <w:rsid w:val="00B64157"/>
    <w:rsid w:val="00BA5D2A"/>
    <w:rsid w:val="00BE4268"/>
    <w:rsid w:val="00C17E4C"/>
    <w:rsid w:val="00C441C9"/>
    <w:rsid w:val="00E0492B"/>
    <w:rsid w:val="00E2434E"/>
    <w:rsid w:val="00EE1857"/>
    <w:rsid w:val="00EF2ACE"/>
    <w:rsid w:val="00EF3887"/>
    <w:rsid w:val="00FE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49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04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ediumList2-Accent1">
    <w:name w:val="Medium List 2 Accent 1"/>
    <w:basedOn w:val="TableNormal"/>
    <w:uiPriority w:val="66"/>
    <w:rsid w:val="003D1CC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ja-JP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C17E4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7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E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49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04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ediumList2-Accent1">
    <w:name w:val="Medium List 2 Accent 1"/>
    <w:basedOn w:val="TableNormal"/>
    <w:uiPriority w:val="66"/>
    <w:rsid w:val="003D1CC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ja-JP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C17E4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7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E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glossaryDocument" Target="glossary/document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khalidfarooq:Dropbox:Usman%20College:Templates%20Working:19%20templates%20Topics%20(MS%20Word):14-Aug-2014%20(4)%20---%20Ok:MEETING%20AGEND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2E43C9CB6BCFB479EE0C03CC4AB8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696408-9106-ED4E-AD55-F4747C81C45E}"/>
      </w:docPartPr>
      <w:docPartBody>
        <w:p w:rsidR="00000000" w:rsidRDefault="004173BB">
          <w:pPr>
            <w:pStyle w:val="22E43C9CB6BCFB479EE0C03CC4AB8808"/>
          </w:pPr>
          <w:r w:rsidRPr="00B04202">
            <w:rPr>
              <w:rStyle w:val="PlaceholderText"/>
            </w:rPr>
            <w:t>Click here to enter text.</w:t>
          </w:r>
        </w:p>
      </w:docPartBody>
    </w:docPart>
    <w:docPart>
      <w:docPartPr>
        <w:name w:val="FB70B76FC0DB704ABA54C3EE2409F0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707B8-9751-0D48-805C-B5E24210094B}"/>
      </w:docPartPr>
      <w:docPartBody>
        <w:p w:rsidR="00000000" w:rsidRDefault="004173BB">
          <w:pPr>
            <w:pStyle w:val="FB70B76FC0DB704ABA54C3EE2409F001"/>
          </w:pPr>
          <w:r w:rsidRPr="00B04202">
            <w:rPr>
              <w:rStyle w:val="PlaceholderText"/>
            </w:rPr>
            <w:t>Click here to enter a date.</w:t>
          </w:r>
        </w:p>
      </w:docPartBody>
    </w:docPart>
    <w:docPart>
      <w:docPartPr>
        <w:name w:val="70D4ED297E2D5F4B8A257BDDC24471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6350C-A0C8-3641-9144-C5744A7E831F}"/>
      </w:docPartPr>
      <w:docPartBody>
        <w:p w:rsidR="00000000" w:rsidRDefault="004173BB">
          <w:pPr>
            <w:pStyle w:val="70D4ED297E2D5F4B8A257BDDC244719B"/>
          </w:pPr>
          <w:r w:rsidRPr="00B04202">
            <w:rPr>
              <w:rStyle w:val="PlaceholderText"/>
            </w:rPr>
            <w:t>Choose an item.</w:t>
          </w:r>
        </w:p>
      </w:docPartBody>
    </w:docPart>
    <w:docPart>
      <w:docPartPr>
        <w:name w:val="CCBF8544B6A84C469EDCFF29B4F80D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AC2258-F69F-924B-A2A9-823A41774E2D}"/>
      </w:docPartPr>
      <w:docPartBody>
        <w:p w:rsidR="00000000" w:rsidRDefault="004173BB">
          <w:pPr>
            <w:pStyle w:val="CCBF8544B6A84C469EDCFF29B4F80D55"/>
          </w:pPr>
          <w:r w:rsidRPr="00B04202">
            <w:rPr>
              <w:rStyle w:val="PlaceholderText"/>
            </w:rPr>
            <w:t>Click here to enter text.</w:t>
          </w:r>
        </w:p>
      </w:docPartBody>
    </w:docPart>
    <w:docPart>
      <w:docPartPr>
        <w:name w:val="86C414A8421E7947B0A88A5631C29D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EADD7D-75C0-AE48-BA6D-E7465AED2EA4}"/>
      </w:docPartPr>
      <w:docPartBody>
        <w:p w:rsidR="00000000" w:rsidRDefault="004173BB">
          <w:pPr>
            <w:pStyle w:val="86C414A8421E7947B0A88A5631C29D73"/>
          </w:pPr>
          <w:r w:rsidRPr="00B04202">
            <w:rPr>
              <w:rStyle w:val="PlaceholderText"/>
            </w:rPr>
            <w:t>Click here to enter text.</w:t>
          </w:r>
        </w:p>
      </w:docPartBody>
    </w:docPart>
    <w:docPart>
      <w:docPartPr>
        <w:name w:val="2E9059BE1EA74F4F88F45FCCB41642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10F1CA-F6B7-E844-8D03-3580EAFD1D0F}"/>
      </w:docPartPr>
      <w:docPartBody>
        <w:p w:rsidR="00000000" w:rsidRDefault="004173BB">
          <w:pPr>
            <w:pStyle w:val="2E9059BE1EA74F4F88F45FCCB416424D"/>
          </w:pPr>
          <w:r w:rsidRPr="00B04202">
            <w:rPr>
              <w:rStyle w:val="PlaceholderText"/>
            </w:rPr>
            <w:t>Click here to enter text.</w:t>
          </w:r>
        </w:p>
      </w:docPartBody>
    </w:docPart>
    <w:docPart>
      <w:docPartPr>
        <w:name w:val="0F9934BF0E160149B8DEE3CEB2C57C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16E6C1-7B8A-A346-8DD8-83B684E176A0}"/>
      </w:docPartPr>
      <w:docPartBody>
        <w:p w:rsidR="00000000" w:rsidRDefault="004173BB">
          <w:pPr>
            <w:pStyle w:val="0F9934BF0E160149B8DEE3CEB2C57CB1"/>
          </w:pPr>
          <w:r w:rsidRPr="00B04202">
            <w:rPr>
              <w:rStyle w:val="PlaceholderText"/>
            </w:rPr>
            <w:t>Click here to enter a date.</w:t>
          </w:r>
        </w:p>
      </w:docPartBody>
    </w:docPart>
    <w:docPart>
      <w:docPartPr>
        <w:name w:val="06539736A81A5941863C5EBEC1B4AF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2ED700-3974-224E-BB55-D77CAA61ED14}"/>
      </w:docPartPr>
      <w:docPartBody>
        <w:p w:rsidR="00000000" w:rsidRDefault="004173BB">
          <w:pPr>
            <w:pStyle w:val="06539736A81A5941863C5EBEC1B4AF53"/>
          </w:pPr>
          <w:r w:rsidRPr="00B04202">
            <w:rPr>
              <w:rStyle w:val="PlaceholderText"/>
            </w:rPr>
            <w:t>Click here to enter text.</w:t>
          </w:r>
        </w:p>
      </w:docPartBody>
    </w:docPart>
    <w:docPart>
      <w:docPartPr>
        <w:name w:val="8CC0A1997BA7A448BC8878DD487DE2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E14E83-3623-9546-84DF-4FD13270A030}"/>
      </w:docPartPr>
      <w:docPartBody>
        <w:p w:rsidR="00000000" w:rsidRDefault="004173BB">
          <w:pPr>
            <w:pStyle w:val="8CC0A1997BA7A448BC8878DD487DE2EF"/>
          </w:pPr>
          <w:r w:rsidRPr="00B04202">
            <w:rPr>
              <w:rStyle w:val="PlaceholderText"/>
            </w:rPr>
            <w:t>Click here to enter a date.</w:t>
          </w:r>
        </w:p>
      </w:docPartBody>
    </w:docPart>
    <w:docPart>
      <w:docPartPr>
        <w:name w:val="A65840091EF9844BA760ABCFBCCEAE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4C2094-B6B1-484D-9E5F-7B9494B396E6}"/>
      </w:docPartPr>
      <w:docPartBody>
        <w:p w:rsidR="00000000" w:rsidRDefault="004173BB">
          <w:pPr>
            <w:pStyle w:val="A65840091EF9844BA760ABCFBCCEAEC0"/>
          </w:pPr>
          <w:r w:rsidRPr="00B04202">
            <w:rPr>
              <w:rStyle w:val="PlaceholderText"/>
            </w:rPr>
            <w:t>Click here to enter text.</w:t>
          </w:r>
        </w:p>
      </w:docPartBody>
    </w:docPart>
    <w:docPart>
      <w:docPartPr>
        <w:name w:val="B5F270A351D1EC4F828E2CCE77CC9D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E64065-F2AC-5E41-A99A-E69800EBCE19}"/>
      </w:docPartPr>
      <w:docPartBody>
        <w:p w:rsidR="00000000" w:rsidRDefault="004173BB">
          <w:pPr>
            <w:pStyle w:val="B5F270A351D1EC4F828E2CCE77CC9DC1"/>
          </w:pPr>
          <w:r w:rsidRPr="00B04202">
            <w:rPr>
              <w:rStyle w:val="PlaceholderText"/>
            </w:rPr>
            <w:t>Click here to enter a date.</w:t>
          </w:r>
        </w:p>
      </w:docPartBody>
    </w:docPart>
    <w:docPart>
      <w:docPartPr>
        <w:name w:val="92AACC3DFBA39B42AC0EC0D26F522F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421F84-1951-DD4B-AEBA-0D1261FEF133}"/>
      </w:docPartPr>
      <w:docPartBody>
        <w:p w:rsidR="00000000" w:rsidRDefault="004173BB">
          <w:pPr>
            <w:pStyle w:val="92AACC3DFBA39B42AC0EC0D26F522F71"/>
          </w:pPr>
          <w:r w:rsidRPr="00B04202">
            <w:rPr>
              <w:rStyle w:val="PlaceholderText"/>
            </w:rPr>
            <w:t>Click here to enter text.</w:t>
          </w:r>
        </w:p>
      </w:docPartBody>
    </w:docPart>
    <w:docPart>
      <w:docPartPr>
        <w:name w:val="28F1CF8BD12EFB4098D5DAADF5A963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0B6CD-1784-FE44-97F0-88AB32F7096B}"/>
      </w:docPartPr>
      <w:docPartBody>
        <w:p w:rsidR="00000000" w:rsidRDefault="004173BB">
          <w:pPr>
            <w:pStyle w:val="28F1CF8BD12EFB4098D5DAADF5A963DD"/>
          </w:pPr>
          <w:r w:rsidRPr="00B04202">
            <w:rPr>
              <w:rStyle w:val="PlaceholderText"/>
            </w:rPr>
            <w:t>Click here to enter a date.</w:t>
          </w:r>
        </w:p>
      </w:docPartBody>
    </w:docPart>
    <w:docPart>
      <w:docPartPr>
        <w:name w:val="C1DD5D8D64B2A74B9B4A6ACF12D0EA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2E965-6D1E-E541-9374-DC53DD3239D7}"/>
      </w:docPartPr>
      <w:docPartBody>
        <w:p w:rsidR="00000000" w:rsidRDefault="004173BB">
          <w:pPr>
            <w:pStyle w:val="C1DD5D8D64B2A74B9B4A6ACF12D0EA14"/>
          </w:pPr>
          <w:r w:rsidRPr="00B04202">
            <w:rPr>
              <w:rStyle w:val="PlaceholderText"/>
            </w:rPr>
            <w:t>Click here to enter text.</w:t>
          </w:r>
        </w:p>
      </w:docPartBody>
    </w:docPart>
    <w:docPart>
      <w:docPartPr>
        <w:name w:val="1C3384F7EDCE4043AAD7B5196A3E87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969625-E1DF-D54A-9A59-96A7E4B9785C}"/>
      </w:docPartPr>
      <w:docPartBody>
        <w:p w:rsidR="00000000" w:rsidRDefault="004173BB">
          <w:pPr>
            <w:pStyle w:val="1C3384F7EDCE4043AAD7B5196A3E879B"/>
          </w:pPr>
          <w:r w:rsidRPr="00B04202">
            <w:rPr>
              <w:rStyle w:val="PlaceholderText"/>
            </w:rPr>
            <w:t>Click here to enter a date.</w:t>
          </w:r>
        </w:p>
      </w:docPartBody>
    </w:docPart>
    <w:docPart>
      <w:docPartPr>
        <w:name w:val="7860E7E98942E749965B71CF91C6B6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21A8CF-C4D5-1B4E-A8FD-A0963B6C6FB4}"/>
      </w:docPartPr>
      <w:docPartBody>
        <w:p w:rsidR="00000000" w:rsidRDefault="004173BB">
          <w:pPr>
            <w:pStyle w:val="7860E7E98942E749965B71CF91C6B6A3"/>
          </w:pPr>
          <w:r w:rsidRPr="00B04202">
            <w:rPr>
              <w:rStyle w:val="PlaceholderText"/>
            </w:rPr>
            <w:t>Click here to enter text.</w:t>
          </w:r>
        </w:p>
      </w:docPartBody>
    </w:docPart>
    <w:docPart>
      <w:docPartPr>
        <w:name w:val="B942A1A794C78C41B31326FF3FCDCF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E66D30-8A73-1D47-88F6-BEE29632D187}"/>
      </w:docPartPr>
      <w:docPartBody>
        <w:p w:rsidR="00000000" w:rsidRDefault="004173BB">
          <w:pPr>
            <w:pStyle w:val="B942A1A794C78C41B31326FF3FCDCFEC"/>
          </w:pPr>
          <w:r w:rsidRPr="00B04202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2E43C9CB6BCFB479EE0C03CC4AB8808">
    <w:name w:val="22E43C9CB6BCFB479EE0C03CC4AB8808"/>
  </w:style>
  <w:style w:type="paragraph" w:customStyle="1" w:styleId="FB70B76FC0DB704ABA54C3EE2409F001">
    <w:name w:val="FB70B76FC0DB704ABA54C3EE2409F001"/>
  </w:style>
  <w:style w:type="paragraph" w:customStyle="1" w:styleId="70D4ED297E2D5F4B8A257BDDC244719B">
    <w:name w:val="70D4ED297E2D5F4B8A257BDDC244719B"/>
  </w:style>
  <w:style w:type="paragraph" w:customStyle="1" w:styleId="CCBF8544B6A84C469EDCFF29B4F80D55">
    <w:name w:val="CCBF8544B6A84C469EDCFF29B4F80D55"/>
  </w:style>
  <w:style w:type="paragraph" w:customStyle="1" w:styleId="86C414A8421E7947B0A88A5631C29D73">
    <w:name w:val="86C414A8421E7947B0A88A5631C29D73"/>
  </w:style>
  <w:style w:type="paragraph" w:customStyle="1" w:styleId="2E9059BE1EA74F4F88F45FCCB416424D">
    <w:name w:val="2E9059BE1EA74F4F88F45FCCB416424D"/>
  </w:style>
  <w:style w:type="paragraph" w:customStyle="1" w:styleId="0F9934BF0E160149B8DEE3CEB2C57CB1">
    <w:name w:val="0F9934BF0E160149B8DEE3CEB2C57CB1"/>
  </w:style>
  <w:style w:type="paragraph" w:customStyle="1" w:styleId="06539736A81A5941863C5EBEC1B4AF53">
    <w:name w:val="06539736A81A5941863C5EBEC1B4AF53"/>
  </w:style>
  <w:style w:type="paragraph" w:customStyle="1" w:styleId="8CC0A1997BA7A448BC8878DD487DE2EF">
    <w:name w:val="8CC0A1997BA7A448BC8878DD487DE2EF"/>
  </w:style>
  <w:style w:type="paragraph" w:customStyle="1" w:styleId="A65840091EF9844BA760ABCFBCCEAEC0">
    <w:name w:val="A65840091EF9844BA760ABCFBCCEAEC0"/>
  </w:style>
  <w:style w:type="paragraph" w:customStyle="1" w:styleId="B5F270A351D1EC4F828E2CCE77CC9DC1">
    <w:name w:val="B5F270A351D1EC4F828E2CCE77CC9DC1"/>
  </w:style>
  <w:style w:type="paragraph" w:customStyle="1" w:styleId="92AACC3DFBA39B42AC0EC0D26F522F71">
    <w:name w:val="92AACC3DFBA39B42AC0EC0D26F522F71"/>
  </w:style>
  <w:style w:type="paragraph" w:customStyle="1" w:styleId="28F1CF8BD12EFB4098D5DAADF5A963DD">
    <w:name w:val="28F1CF8BD12EFB4098D5DAADF5A963DD"/>
  </w:style>
  <w:style w:type="paragraph" w:customStyle="1" w:styleId="C1DD5D8D64B2A74B9B4A6ACF12D0EA14">
    <w:name w:val="C1DD5D8D64B2A74B9B4A6ACF12D0EA14"/>
  </w:style>
  <w:style w:type="paragraph" w:customStyle="1" w:styleId="1C3384F7EDCE4043AAD7B5196A3E879B">
    <w:name w:val="1C3384F7EDCE4043AAD7B5196A3E879B"/>
  </w:style>
  <w:style w:type="paragraph" w:customStyle="1" w:styleId="7860E7E98942E749965B71CF91C6B6A3">
    <w:name w:val="7860E7E98942E749965B71CF91C6B6A3"/>
  </w:style>
  <w:style w:type="paragraph" w:customStyle="1" w:styleId="B942A1A794C78C41B31326FF3FCDCFEC">
    <w:name w:val="B942A1A794C78C41B31326FF3FCDCFEC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2E43C9CB6BCFB479EE0C03CC4AB8808">
    <w:name w:val="22E43C9CB6BCFB479EE0C03CC4AB8808"/>
  </w:style>
  <w:style w:type="paragraph" w:customStyle="1" w:styleId="FB70B76FC0DB704ABA54C3EE2409F001">
    <w:name w:val="FB70B76FC0DB704ABA54C3EE2409F001"/>
  </w:style>
  <w:style w:type="paragraph" w:customStyle="1" w:styleId="70D4ED297E2D5F4B8A257BDDC244719B">
    <w:name w:val="70D4ED297E2D5F4B8A257BDDC244719B"/>
  </w:style>
  <w:style w:type="paragraph" w:customStyle="1" w:styleId="CCBF8544B6A84C469EDCFF29B4F80D55">
    <w:name w:val="CCBF8544B6A84C469EDCFF29B4F80D55"/>
  </w:style>
  <w:style w:type="paragraph" w:customStyle="1" w:styleId="86C414A8421E7947B0A88A5631C29D73">
    <w:name w:val="86C414A8421E7947B0A88A5631C29D73"/>
  </w:style>
  <w:style w:type="paragraph" w:customStyle="1" w:styleId="2E9059BE1EA74F4F88F45FCCB416424D">
    <w:name w:val="2E9059BE1EA74F4F88F45FCCB416424D"/>
  </w:style>
  <w:style w:type="paragraph" w:customStyle="1" w:styleId="0F9934BF0E160149B8DEE3CEB2C57CB1">
    <w:name w:val="0F9934BF0E160149B8DEE3CEB2C57CB1"/>
  </w:style>
  <w:style w:type="paragraph" w:customStyle="1" w:styleId="06539736A81A5941863C5EBEC1B4AF53">
    <w:name w:val="06539736A81A5941863C5EBEC1B4AF53"/>
  </w:style>
  <w:style w:type="paragraph" w:customStyle="1" w:styleId="8CC0A1997BA7A448BC8878DD487DE2EF">
    <w:name w:val="8CC0A1997BA7A448BC8878DD487DE2EF"/>
  </w:style>
  <w:style w:type="paragraph" w:customStyle="1" w:styleId="A65840091EF9844BA760ABCFBCCEAEC0">
    <w:name w:val="A65840091EF9844BA760ABCFBCCEAEC0"/>
  </w:style>
  <w:style w:type="paragraph" w:customStyle="1" w:styleId="B5F270A351D1EC4F828E2CCE77CC9DC1">
    <w:name w:val="B5F270A351D1EC4F828E2CCE77CC9DC1"/>
  </w:style>
  <w:style w:type="paragraph" w:customStyle="1" w:styleId="92AACC3DFBA39B42AC0EC0D26F522F71">
    <w:name w:val="92AACC3DFBA39B42AC0EC0D26F522F71"/>
  </w:style>
  <w:style w:type="paragraph" w:customStyle="1" w:styleId="28F1CF8BD12EFB4098D5DAADF5A963DD">
    <w:name w:val="28F1CF8BD12EFB4098D5DAADF5A963DD"/>
  </w:style>
  <w:style w:type="paragraph" w:customStyle="1" w:styleId="C1DD5D8D64B2A74B9B4A6ACF12D0EA14">
    <w:name w:val="C1DD5D8D64B2A74B9B4A6ACF12D0EA14"/>
  </w:style>
  <w:style w:type="paragraph" w:customStyle="1" w:styleId="1C3384F7EDCE4043AAD7B5196A3E879B">
    <w:name w:val="1C3384F7EDCE4043AAD7B5196A3E879B"/>
  </w:style>
  <w:style w:type="paragraph" w:customStyle="1" w:styleId="7860E7E98942E749965B71CF91C6B6A3">
    <w:name w:val="7860E7E98942E749965B71CF91C6B6A3"/>
  </w:style>
  <w:style w:type="paragraph" w:customStyle="1" w:styleId="B942A1A794C78C41B31326FF3FCDCFEC">
    <w:name w:val="B942A1A794C78C41B31326FF3FCDCF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AGENDA.dotx</Template>
  <TotalTime>1</TotalTime>
  <Pages>1</Pages>
  <Words>209</Words>
  <Characters>1197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Khalid Farooq</dc:creator>
  <cp:lastModifiedBy>Khalid Farooq</cp:lastModifiedBy>
  <cp:revision>1</cp:revision>
  <dcterms:created xsi:type="dcterms:W3CDTF">2015-05-21T15:10:00Z</dcterms:created>
  <dcterms:modified xsi:type="dcterms:W3CDTF">2015-05-21T15:12:00Z</dcterms:modified>
</cp:coreProperties>
</file>